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svg" ContentType="image/svg+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CAA2D" w14:textId="414F4181" w:rsidR="00BC4FFC" w:rsidRPr="00516A47" w:rsidRDefault="00B711D8" w:rsidP="00516A47">
      <w:pPr>
        <w:tabs>
          <w:tab w:val="left" w:pos="4733"/>
        </w:tabs>
      </w:pPr>
      <w:r>
        <w:rPr>
          <w:noProof/>
          <w:lang w:eastAsia="hu-HU"/>
        </w:rPr>
        <w:drawing>
          <wp:anchor distT="0" distB="0" distL="114300" distR="114300" simplePos="0" relativeHeight="251805183" behindDoc="0" locked="0" layoutInCell="1" allowOverlap="1" wp14:anchorId="54240EA7" wp14:editId="1CE8C331">
            <wp:simplePos x="0" y="0"/>
            <wp:positionH relativeFrom="column">
              <wp:posOffset>111125</wp:posOffset>
            </wp:positionH>
            <wp:positionV relativeFrom="page">
              <wp:posOffset>5099685</wp:posOffset>
            </wp:positionV>
            <wp:extent cx="118745" cy="118745"/>
            <wp:effectExtent l="0" t="0" r="0" b="0"/>
            <wp:wrapNone/>
            <wp:docPr id="15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803135" behindDoc="1" locked="0" layoutInCell="1" allowOverlap="1" wp14:anchorId="561CDA57" wp14:editId="746BA02B">
            <wp:simplePos x="0" y="0"/>
            <wp:positionH relativeFrom="column">
              <wp:posOffset>11430</wp:posOffset>
            </wp:positionH>
            <wp:positionV relativeFrom="page">
              <wp:posOffset>5377180</wp:posOffset>
            </wp:positionV>
            <wp:extent cx="287020" cy="220345"/>
            <wp:effectExtent l="0" t="0" r="5080" b="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654">
        <w:rPr>
          <w:noProof/>
          <w:lang w:eastAsia="hu-HU"/>
        </w:rPr>
        <w:drawing>
          <wp:anchor distT="0" distB="0" distL="114300" distR="114300" simplePos="0" relativeHeight="251873791" behindDoc="0" locked="0" layoutInCell="1" allowOverlap="1" wp14:anchorId="186D4D41" wp14:editId="621C4366">
            <wp:simplePos x="0" y="0"/>
            <wp:positionH relativeFrom="column">
              <wp:posOffset>203835</wp:posOffset>
            </wp:positionH>
            <wp:positionV relativeFrom="paragraph">
              <wp:posOffset>698500</wp:posOffset>
            </wp:positionV>
            <wp:extent cx="2057400" cy="2057400"/>
            <wp:effectExtent l="76200" t="76200" r="76200" b="76200"/>
            <wp:wrapNone/>
            <wp:docPr id="5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erson looking at the camera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ellipse">
                      <a:avLst/>
                    </a:prstGeom>
                    <a:ln w="76200" cap="flat" cmpd="sng" algn="ctr">
                      <a:solidFill>
                        <a:schemeClr val="bg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165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71743" behindDoc="1" locked="0" layoutInCell="1" allowOverlap="1" wp14:anchorId="4BD541E0" wp14:editId="266C9F46">
                <wp:simplePos x="0" y="0"/>
                <wp:positionH relativeFrom="column">
                  <wp:posOffset>0</wp:posOffset>
                </wp:positionH>
                <wp:positionV relativeFrom="paragraph">
                  <wp:posOffset>520700</wp:posOffset>
                </wp:positionV>
                <wp:extent cx="2419350" cy="2419350"/>
                <wp:effectExtent l="0" t="0" r="6350" b="63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419350"/>
                        </a:xfrm>
                        <a:prstGeom prst="ellipse">
                          <a:avLst/>
                        </a:prstGeom>
                        <a:solidFill>
                          <a:srgbClr val="00AB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99C3128" id="Oval 2" o:spid="_x0000_s1026" style="position:absolute;margin-left:0;margin-top:41pt;width:190.5pt;height:190.5pt;z-index:-2514447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" fillcolor="#00ab99" stroked="f" strokeweight="1pt">
                <v:stroke joinstyle="miter"/>
              </v:oval>
            </w:pict>
          </mc:Fallback>
        </mc:AlternateContent>
      </w:r>
      <w:r w:rsidR="00EA165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4351" behindDoc="0" locked="0" layoutInCell="1" allowOverlap="1" wp14:anchorId="6DA5E12D" wp14:editId="1713242B">
                <wp:simplePos x="0" y="0"/>
                <wp:positionH relativeFrom="column">
                  <wp:posOffset>-39370</wp:posOffset>
                </wp:positionH>
                <wp:positionV relativeFrom="page">
                  <wp:posOffset>3564255</wp:posOffset>
                </wp:positionV>
                <wp:extent cx="2419350" cy="34861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8D84A" w14:textId="3EEA65B7" w:rsidR="00AE24E4" w:rsidRPr="009C051A" w:rsidRDefault="009C051A" w:rsidP="00AB0839">
                            <w:pPr>
                              <w:pStyle w:val="Alcm-Nv"/>
                              <w:rPr>
                                <w:sz w:val="32"/>
                                <w:szCs w:val="32"/>
                              </w:rPr>
                            </w:pPr>
                            <w:r w:rsidRPr="009C051A">
                              <w:rPr>
                                <w:sz w:val="32"/>
                                <w:szCs w:val="32"/>
                              </w:rPr>
                              <w:t>Horváth zsombor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A5E1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1pt;margin-top:280.65pt;width:190.5pt;height:27.45pt;z-index:251684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" filled="f" stroked="f" strokeweight=".5pt">
                <v:textbox>
                  <w:txbxContent>
                    <w:p w14:paraId="7D28D84A" w14:textId="3EEA65B7" w:rsidR="00AE24E4" w:rsidRPr="009C051A" w:rsidRDefault="009C051A" w:rsidP="00AB0839">
                      <w:pPr>
                        <w:pStyle w:val="Alcm-Nv"/>
                        <w:rPr>
                          <w:sz w:val="32"/>
                          <w:szCs w:val="32"/>
                        </w:rPr>
                      </w:pPr>
                      <w:r w:rsidRPr="009C051A">
                        <w:rPr>
                          <w:sz w:val="32"/>
                          <w:szCs w:val="32"/>
                        </w:rPr>
                        <w:t>Horváth zsombor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A165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8079" behindDoc="0" locked="0" layoutInCell="1" allowOverlap="1" wp14:anchorId="2EF91B0E" wp14:editId="2FD68E80">
                <wp:simplePos x="0" y="0"/>
                <wp:positionH relativeFrom="column">
                  <wp:posOffset>-92710</wp:posOffset>
                </wp:positionH>
                <wp:positionV relativeFrom="page">
                  <wp:posOffset>3920490</wp:posOffset>
                </wp:positionV>
                <wp:extent cx="2493645" cy="56388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0E476E" w14:textId="77777777" w:rsidR="009C051A" w:rsidRDefault="009C051A" w:rsidP="009C051A">
                            <w:pPr>
                              <w:pStyle w:val="Cm-Pozci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Értékesítő Munkatárs</w:t>
                            </w:r>
                          </w:p>
                          <w:p w14:paraId="0C69CD72" w14:textId="40657A36" w:rsidR="003313EC" w:rsidRPr="00AB0839" w:rsidRDefault="003313EC" w:rsidP="00AB0839">
                            <w:pPr>
                              <w:pStyle w:val="Cm-Pozci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F91B0E" id="Text Box 49" o:spid="_x0000_s1027" type="#_x0000_t202" style="position:absolute;margin-left:-7.3pt;margin-top:308.7pt;width:196.35pt;height:44.4pt;z-index:25175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" filled="f" stroked="f" strokeweight=".5pt">
                <v:textbox>
                  <w:txbxContent>
                    <w:p w14:paraId="100E476E" w14:textId="77777777" w:rsidR="009C051A" w:rsidRDefault="009C051A" w:rsidP="009C051A">
                      <w:pPr>
                        <w:pStyle w:val="Cm-Pozci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Értékesítő Munkatárs</w:t>
                      </w:r>
                    </w:p>
                    <w:p w14:paraId="0C69CD72" w14:textId="40657A36" w:rsidR="003313EC" w:rsidRPr="00AB0839" w:rsidRDefault="003313EC" w:rsidP="00AB0839">
                      <w:pPr>
                        <w:pStyle w:val="Cm-Pozci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A1654"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7839" behindDoc="0" locked="0" layoutInCell="1" allowOverlap="1" wp14:anchorId="6D4AC389" wp14:editId="1890D0E0">
                <wp:simplePos x="0" y="0"/>
                <wp:positionH relativeFrom="column">
                  <wp:posOffset>302260</wp:posOffset>
                </wp:positionH>
                <wp:positionV relativeFrom="page">
                  <wp:posOffset>4497705</wp:posOffset>
                </wp:positionV>
                <wp:extent cx="1435100" cy="3556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E883F" w14:textId="223F5FB0" w:rsidR="00BC4FFC" w:rsidRPr="002D394E" w:rsidRDefault="006D4C81" w:rsidP="00E32C43">
                            <w:pPr>
                              <w:pStyle w:val="H1-Oldalsv"/>
                              <w:rPr>
                                <w:rFonts w:ascii="Open Sans" w:hAnsi="Open Sans" w:cs="Open Sans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  <w:r w:rsidRPr="002D394E">
                              <w:rPr>
                                <w:rFonts w:ascii="Open Sans" w:hAnsi="Open Sans" w:cs="Open Sans"/>
                                <w:b/>
                                <w:bCs/>
                                <w:color w:val="0D0D0D" w:themeColor="text1" w:themeTint="F2"/>
                                <w:sz w:val="28"/>
                                <w:szCs w:val="28"/>
                              </w:rPr>
                              <w:t>Kapcsolat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4AC389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8" type="#_x0000_t202" style="position:absolute;margin-left:23.8pt;margin-top:354.15pt;width:113pt;height:28pt;z-index:251747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" filled="f" stroked="f" strokeweight=".5pt">
                <v:textbox>
                  <w:txbxContent>
                    <w:p w14:paraId="291E883F" w14:textId="223F5FB0" w:rsidR="00BC4FFC" w:rsidRPr="002D394E" w:rsidRDefault="006D4C81" w:rsidP="00E32C43">
                      <w:pPr>
                        <w:pStyle w:val="H1-Oldalsv"/>
                        <w:rPr>
                          <w:rFonts w:ascii="Open Sans" w:hAnsi="Open Sans" w:cs="Open Sans"/>
                          <w:b/>
                          <w:bCs/>
                          <w:color w:val="0D0D0D" w:themeColor="text1" w:themeTint="F2"/>
                          <w:sz w:val="28"/>
                          <w:szCs w:val="28"/>
                        </w:rPr>
                      </w:pPr>
                      <w:r w:rsidRPr="002D394E">
                        <w:rPr>
                          <w:rFonts w:ascii="Open Sans" w:hAnsi="Open Sans" w:cs="Open Sans"/>
                          <w:b/>
                          <w:bCs/>
                          <w:color w:val="0D0D0D" w:themeColor="text1" w:themeTint="F2"/>
                          <w:sz w:val="28"/>
                          <w:szCs w:val="28"/>
                        </w:rPr>
                        <w:t>Kapcsolat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A1654">
        <w:rPr>
          <w:noProof/>
          <w:lang w:eastAsia="hu-HU"/>
        </w:rPr>
        <w:drawing>
          <wp:anchor distT="0" distB="0" distL="114300" distR="114300" simplePos="0" relativeHeight="251802111" behindDoc="0" locked="0" layoutInCell="1" allowOverlap="1" wp14:anchorId="76D65AEB" wp14:editId="39561B16">
            <wp:simplePos x="0" y="0"/>
            <wp:positionH relativeFrom="column">
              <wp:posOffset>111125</wp:posOffset>
            </wp:positionH>
            <wp:positionV relativeFrom="page">
              <wp:posOffset>5416550</wp:posOffset>
            </wp:positionV>
            <wp:extent cx="118745" cy="118745"/>
            <wp:effectExtent l="0" t="0" r="0" b="0"/>
            <wp:wrapNone/>
            <wp:docPr id="13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1654">
        <w:rPr>
          <w:noProof/>
          <w:lang w:eastAsia="hu-HU"/>
        </w:rPr>
        <w:drawing>
          <wp:anchor distT="0" distB="0" distL="114300" distR="114300" simplePos="0" relativeHeight="251806207" behindDoc="1" locked="0" layoutInCell="1" allowOverlap="1" wp14:anchorId="39DB72F9" wp14:editId="5F0F8C6F">
            <wp:simplePos x="0" y="0"/>
            <wp:positionH relativeFrom="column">
              <wp:posOffset>14605</wp:posOffset>
            </wp:positionH>
            <wp:positionV relativeFrom="page">
              <wp:posOffset>5049520</wp:posOffset>
            </wp:positionV>
            <wp:extent cx="287020" cy="220345"/>
            <wp:effectExtent l="0" t="0" r="508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654">
        <w:rPr>
          <w:noProof/>
          <w:lang w:eastAsia="hu-HU"/>
        </w:rPr>
        <w:drawing>
          <wp:anchor distT="0" distB="0" distL="114300" distR="114300" simplePos="0" relativeHeight="251756031" behindDoc="0" locked="0" layoutInCell="1" allowOverlap="1" wp14:anchorId="2D793331" wp14:editId="40863500">
            <wp:simplePos x="0" y="0"/>
            <wp:positionH relativeFrom="column">
              <wp:posOffset>97790</wp:posOffset>
            </wp:positionH>
            <wp:positionV relativeFrom="page">
              <wp:posOffset>5757545</wp:posOffset>
            </wp:positionV>
            <wp:extent cx="118745" cy="118745"/>
            <wp:effectExtent l="12700" t="12700" r="8255" b="8255"/>
            <wp:wrapNone/>
            <wp:docPr id="34" name="Graphic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6260"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1654">
        <w:rPr>
          <w:noProof/>
          <w:lang w:eastAsia="hu-HU"/>
        </w:rPr>
        <w:drawing>
          <wp:anchor distT="0" distB="0" distL="114300" distR="114300" simplePos="0" relativeHeight="251796991" behindDoc="1" locked="0" layoutInCell="1" allowOverlap="1" wp14:anchorId="5E9FABEF" wp14:editId="4C032213">
            <wp:simplePos x="0" y="0"/>
            <wp:positionH relativeFrom="column">
              <wp:posOffset>13335</wp:posOffset>
            </wp:positionH>
            <wp:positionV relativeFrom="page">
              <wp:posOffset>5701030</wp:posOffset>
            </wp:positionV>
            <wp:extent cx="287020" cy="220345"/>
            <wp:effectExtent l="0" t="0" r="5080" b="0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654"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22EBEE41" wp14:editId="49A333CF">
                <wp:simplePos x="0" y="0"/>
                <wp:positionH relativeFrom="column">
                  <wp:posOffset>381000</wp:posOffset>
                </wp:positionH>
                <wp:positionV relativeFrom="paragraph">
                  <wp:posOffset>4465320</wp:posOffset>
                </wp:positionV>
                <wp:extent cx="2146300" cy="111633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1116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04CD3" w14:textId="77777777" w:rsidR="009C051A" w:rsidRPr="009C051A" w:rsidRDefault="00EC439B" w:rsidP="009C051A">
                            <w:pPr>
                              <w:rPr>
                                <w:rStyle w:val="Hiperhivatkozs"/>
                                <w:color w:val="7F7F7F" w:themeColor="text1" w:themeTint="80"/>
                                <w:u w:val="none"/>
                              </w:rPr>
                            </w:pPr>
                            <w:hyperlink r:id="rId17" w:history="1">
                              <w:r w:rsidR="009C051A" w:rsidRPr="009C051A">
                                <w:rPr>
                                  <w:rStyle w:val="Hiperhivatkozs"/>
                                  <w:color w:val="7F7F7F" w:themeColor="text1" w:themeTint="80"/>
                                  <w:u w:val="none"/>
                                </w:rPr>
                                <w:t>horvathzsombor@gmail.com</w:t>
                              </w:r>
                            </w:hyperlink>
                          </w:p>
                          <w:p w14:paraId="16C01458" w14:textId="77777777" w:rsidR="009C051A" w:rsidRPr="009C051A" w:rsidRDefault="009C051A" w:rsidP="009C051A">
                            <w:pPr>
                              <w:rPr>
                                <w:rStyle w:val="Hiperhivatkozs"/>
                                <w:color w:val="7F7F7F" w:themeColor="text1" w:themeTint="80"/>
                                <w:u w:val="none"/>
                              </w:rPr>
                            </w:pPr>
                            <w:r w:rsidRPr="009C051A">
                              <w:rPr>
                                <w:rStyle w:val="Hiperhivatkozs"/>
                                <w:color w:val="7F7F7F" w:themeColor="text1" w:themeTint="80"/>
                                <w:u w:val="none"/>
                              </w:rPr>
                              <w:t>+36 30 456 78 34</w:t>
                            </w:r>
                          </w:p>
                          <w:p w14:paraId="709CA9BE" w14:textId="64365364" w:rsidR="008E67B6" w:rsidRPr="009C051A" w:rsidRDefault="00EC439B" w:rsidP="00516A47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hyperlink r:id="rId18" w:history="1">
                              <w:r w:rsidR="008E67B6" w:rsidRPr="00FA00C5">
                                <w:rPr>
                                  <w:rStyle w:val="Hiperhivatkozs"/>
                                </w:rPr>
                                <w:t>www.</w:t>
                              </w:r>
                              <w:r w:rsidR="009C051A" w:rsidRPr="00FA00C5">
                                <w:rPr>
                                  <w:rStyle w:val="Hiperhivatkozs"/>
                                </w:rPr>
                                <w:t>linkedin.com/horvathzs11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EBEE41" id="Text Box 35" o:spid="_x0000_s1029" type="#_x0000_t202" style="position:absolute;margin-left:30pt;margin-top:351.6pt;width:169pt;height:87.9pt;z-index:251744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" filled="f" stroked="f" strokeweight=".5pt">
                <v:textbox>
                  <w:txbxContent>
                    <w:p w14:paraId="4DF04CD3" w14:textId="77777777" w:rsidR="009C051A" w:rsidRPr="009C051A" w:rsidRDefault="0024680C" w:rsidP="009C051A">
                      <w:pPr>
                        <w:rPr>
                          <w:rStyle w:val="Hiperhivatkozs"/>
                          <w:color w:val="7F7F7F" w:themeColor="text1" w:themeTint="80"/>
                          <w:u w:val="none"/>
                        </w:rPr>
                      </w:pPr>
                      <w:hyperlink r:id="rId19" w:history="1">
                        <w:r w:rsidR="009C051A" w:rsidRPr="009C051A">
                          <w:rPr>
                            <w:rStyle w:val="Hiperhivatkozs"/>
                            <w:color w:val="7F7F7F" w:themeColor="text1" w:themeTint="80"/>
                            <w:u w:val="none"/>
                          </w:rPr>
                          <w:t>horvathzsombor@gmail.com</w:t>
                        </w:r>
                      </w:hyperlink>
                    </w:p>
                    <w:p w14:paraId="16C01458" w14:textId="77777777" w:rsidR="009C051A" w:rsidRPr="009C051A" w:rsidRDefault="009C051A" w:rsidP="009C051A">
                      <w:pPr>
                        <w:rPr>
                          <w:rStyle w:val="Hiperhivatkozs"/>
                          <w:color w:val="7F7F7F" w:themeColor="text1" w:themeTint="80"/>
                          <w:u w:val="none"/>
                        </w:rPr>
                      </w:pPr>
                      <w:r w:rsidRPr="009C051A">
                        <w:rPr>
                          <w:rStyle w:val="Hiperhivatkozs"/>
                          <w:color w:val="7F7F7F" w:themeColor="text1" w:themeTint="80"/>
                          <w:u w:val="none"/>
                        </w:rPr>
                        <w:t>+36 30 456 78 34</w:t>
                      </w:r>
                    </w:p>
                    <w:p w14:paraId="709CA9BE" w14:textId="64365364" w:rsidR="008E67B6" w:rsidRPr="009C051A" w:rsidRDefault="00FA00C5" w:rsidP="00516A47">
                      <w:pPr>
                        <w:rPr>
                          <w:color w:val="7F7F7F" w:themeColor="text1" w:themeTint="80"/>
                        </w:rPr>
                      </w:pPr>
                      <w:hyperlink r:id="rId20" w:history="1">
                        <w:r w:rsidR="008E67B6" w:rsidRPr="00FA00C5">
                          <w:rPr>
                            <w:rStyle w:val="Hiperhivatkozs"/>
                          </w:rPr>
                          <w:t>www.</w:t>
                        </w:r>
                        <w:r w:rsidR="009C051A" w:rsidRPr="00FA00C5">
                          <w:rPr>
                            <w:rStyle w:val="Hiperhivatkozs"/>
                          </w:rPr>
                          <w:t>linkedin.com/horvathzs11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A165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91871" behindDoc="0" locked="0" layoutInCell="1" allowOverlap="1" wp14:anchorId="6371D968" wp14:editId="3F52E509">
                <wp:simplePos x="0" y="0"/>
                <wp:positionH relativeFrom="column">
                  <wp:posOffset>-12700</wp:posOffset>
                </wp:positionH>
                <wp:positionV relativeFrom="page">
                  <wp:posOffset>6304280</wp:posOffset>
                </wp:positionV>
                <wp:extent cx="2121535" cy="3233420"/>
                <wp:effectExtent l="0" t="0" r="0" b="508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1535" cy="3233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D9B4CA" w14:textId="7ADFD4CA" w:rsidR="00A725F2" w:rsidRPr="0080005C" w:rsidRDefault="00A725F2" w:rsidP="00AB0839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  <w:r w:rsidRPr="0080005C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80005C" w:rsidRPr="0080005C">
                              <w:rPr>
                                <w:sz w:val="22"/>
                                <w:szCs w:val="22"/>
                              </w:rPr>
                              <w:t>Horváth Zsombor értékesítői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tevékenységét 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éven keresztül volt alkalmam közelebbről látni. 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Zsombort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nagyon jó 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értékesítőnek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tartom, ak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i hihetetlen eredményeket ért el közös munkánk során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>. Külö</w:t>
                            </w:r>
                            <w:r w:rsidR="0080005C">
                              <w:rPr>
                                <w:sz w:val="22"/>
                                <w:szCs w:val="22"/>
                              </w:rPr>
                              <w:t>n kiemelném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kapcsolatteremtő és csapatépítő képességeit.”</w:t>
                            </w:r>
                          </w:p>
                          <w:p w14:paraId="48E91B9D" w14:textId="7AF74FCC" w:rsidR="008E67B6" w:rsidRPr="00EA1654" w:rsidRDefault="00A725F2" w:rsidP="00EA1654">
                            <w:pPr>
                              <w:pStyle w:val="Idzet-Szerz"/>
                              <w:rPr>
                                <w:sz w:val="22"/>
                                <w:szCs w:val="22"/>
                              </w:rPr>
                            </w:pP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Dr. Kulcsár Máté – </w:t>
                            </w:r>
                            <w:r w:rsidR="00D0002F">
                              <w:rPr>
                                <w:sz w:val="22"/>
                                <w:szCs w:val="22"/>
                              </w:rPr>
                              <w:t>Texas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 xml:space="preserve"> Hungary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Kft., ügyvezető-tulajdono</w:t>
                            </w:r>
                            <w:r w:rsidR="00EA1654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71D968" id="Text Box 89" o:spid="_x0000_s1030" type="#_x0000_t202" style="position:absolute;margin-left:-1pt;margin-top:496.4pt;width:167.05pt;height:254.6pt;z-index:251791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" filled="f" stroked="f" strokeweight=".5pt">
                <v:textbox inset="0,0,0,0">
                  <w:txbxContent>
                    <w:p w14:paraId="53D9B4CA" w14:textId="7ADFD4CA" w:rsidR="00A725F2" w:rsidRPr="0080005C" w:rsidRDefault="00A725F2" w:rsidP="00AB0839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  <w:r w:rsidRPr="0080005C">
                        <w:rPr>
                          <w:sz w:val="22"/>
                          <w:szCs w:val="22"/>
                        </w:rPr>
                        <w:t>„</w:t>
                      </w:r>
                      <w:r w:rsidR="0080005C" w:rsidRPr="0080005C">
                        <w:rPr>
                          <w:sz w:val="22"/>
                          <w:szCs w:val="22"/>
                        </w:rPr>
                        <w:t xml:space="preserve">Horváth Zsombor </w:t>
                      </w:r>
                      <w:proofErr w:type="spellStart"/>
                      <w:r w:rsidR="0080005C" w:rsidRPr="0080005C">
                        <w:rPr>
                          <w:sz w:val="22"/>
                          <w:szCs w:val="22"/>
                        </w:rPr>
                        <w:t>értékesítői</w:t>
                      </w:r>
                      <w:proofErr w:type="spellEnd"/>
                      <w:r w:rsidRPr="0080005C">
                        <w:rPr>
                          <w:sz w:val="22"/>
                          <w:szCs w:val="22"/>
                        </w:rPr>
                        <w:t xml:space="preserve"> tevékenységét </w:t>
                      </w:r>
                      <w:r w:rsidR="0080005C">
                        <w:rPr>
                          <w:sz w:val="22"/>
                          <w:szCs w:val="22"/>
                        </w:rPr>
                        <w:t>4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éven keresztül volt alkalmam közelebbről látni. </w:t>
                      </w:r>
                      <w:r w:rsidR="0080005C">
                        <w:rPr>
                          <w:sz w:val="22"/>
                          <w:szCs w:val="22"/>
                        </w:rPr>
                        <w:t>Zsombort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nagyon jó </w:t>
                      </w:r>
                      <w:r w:rsidR="0080005C">
                        <w:rPr>
                          <w:sz w:val="22"/>
                          <w:szCs w:val="22"/>
                        </w:rPr>
                        <w:t>értékesítőnek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tartom, ak</w:t>
                      </w:r>
                      <w:r w:rsidR="0080005C">
                        <w:rPr>
                          <w:sz w:val="22"/>
                          <w:szCs w:val="22"/>
                        </w:rPr>
                        <w:t>i hihetetlen eredményeket ért el közös munkánk során</w:t>
                      </w:r>
                      <w:r w:rsidRPr="0080005C">
                        <w:rPr>
                          <w:sz w:val="22"/>
                          <w:szCs w:val="22"/>
                        </w:rPr>
                        <w:t>. Külö</w:t>
                      </w:r>
                      <w:r w:rsidR="0080005C">
                        <w:rPr>
                          <w:sz w:val="22"/>
                          <w:szCs w:val="22"/>
                        </w:rPr>
                        <w:t>n kiemelném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kapcsolatteremtő és csapatépítő képességeit.”</w:t>
                      </w:r>
                    </w:p>
                    <w:p w14:paraId="48E91B9D" w14:textId="7AF74FCC" w:rsidR="008E67B6" w:rsidRPr="00EA1654" w:rsidRDefault="00A725F2" w:rsidP="00EA1654">
                      <w:pPr>
                        <w:pStyle w:val="Idzet-Szerz"/>
                        <w:rPr>
                          <w:sz w:val="22"/>
                          <w:szCs w:val="22"/>
                        </w:rPr>
                      </w:pPr>
                      <w:r w:rsidRPr="0080005C">
                        <w:rPr>
                          <w:sz w:val="22"/>
                          <w:szCs w:val="22"/>
                        </w:rPr>
                        <w:t xml:space="preserve">Dr. Kulcsár Máté – </w:t>
                      </w:r>
                      <w:r w:rsidR="00D0002F">
                        <w:rPr>
                          <w:sz w:val="22"/>
                          <w:szCs w:val="22"/>
                        </w:rPr>
                        <w:t>Texas</w:t>
                      </w:r>
                      <w:r w:rsidR="004B457D">
                        <w:rPr>
                          <w:sz w:val="22"/>
                          <w:szCs w:val="22"/>
                        </w:rPr>
                        <w:t xml:space="preserve"> Hungary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Kft., ügyvezető-tulajdono</w:t>
                      </w:r>
                      <w:r w:rsidR="00EA1654">
                        <w:rPr>
                          <w:sz w:val="22"/>
                          <w:szCs w:val="22"/>
                        </w:rPr>
                        <w:t>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E0E65">
        <w:rPr>
          <w:noProof/>
          <w:lang w:eastAsia="hu-HU"/>
        </w:rPr>
        <w:drawing>
          <wp:anchor distT="0" distB="0" distL="114300" distR="114300" simplePos="0" relativeHeight="251799039" behindDoc="0" locked="0" layoutInCell="1" allowOverlap="1" wp14:anchorId="69627C50" wp14:editId="3A8F099D">
            <wp:simplePos x="0" y="0"/>
            <wp:positionH relativeFrom="column">
              <wp:posOffset>377190</wp:posOffset>
            </wp:positionH>
            <wp:positionV relativeFrom="page">
              <wp:posOffset>3802380</wp:posOffset>
            </wp:positionV>
            <wp:extent cx="118745" cy="118745"/>
            <wp:effectExtent l="0" t="0" r="0" b="0"/>
            <wp:wrapNone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7710"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8863" behindDoc="0" locked="0" layoutInCell="1" allowOverlap="1" wp14:anchorId="6E2892CE" wp14:editId="3369DA9F">
                <wp:simplePos x="0" y="0"/>
                <wp:positionH relativeFrom="column">
                  <wp:posOffset>2717800</wp:posOffset>
                </wp:positionH>
                <wp:positionV relativeFrom="page">
                  <wp:posOffset>1732280</wp:posOffset>
                </wp:positionV>
                <wp:extent cx="4406900" cy="11557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690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21D6B4" w14:textId="0FF70E06" w:rsidR="009C051A" w:rsidRPr="00FE5F0D" w:rsidRDefault="009C051A" w:rsidP="009D7710">
                            <w:pPr>
                              <w:pStyle w:val="Folyszveg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Kitűzött célom hogy </w:t>
                            </w:r>
                            <w:r w:rsidRPr="00FE5F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az XYZ Kft csapatában</w:t>
                            </w: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 mint értékesítő munkatárs maximálisan hasznosíthassam mindazon tapasztalataimat és készségeimet, melyeket </w:t>
                            </w:r>
                            <w:r w:rsidRPr="00FE5F0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az értékesítés, presales, projekt- és account management területen</w:t>
                            </w: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 szereztem, különösen a szálloda és vendéglátóipar területén</w:t>
                            </w:r>
                            <w:r w:rsidR="00CC7990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FE5F0D">
                              <w:rPr>
                                <w:sz w:val="22"/>
                                <w:szCs w:val="22"/>
                              </w:rPr>
                              <w:t xml:space="preserve"> s ezzel hozzájáruljak a cég és a sales csapat sikeréhez.</w:t>
                            </w:r>
                          </w:p>
                          <w:p w14:paraId="135D8EFD" w14:textId="7D3FB839" w:rsidR="00BC4FFC" w:rsidRPr="00516A47" w:rsidRDefault="00BC4FFC" w:rsidP="00516A47">
                            <w:pPr>
                              <w:pStyle w:val="Folyszve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892CE" id="_x0000_t202" coordsize="21600,21600" o:spt="202" path="m0,0l0,21600,21600,21600,21600,0xe">
                <v:stroke joinstyle="miter"/>
                <v:path gradientshapeok="t" o:connecttype="rect"/>
              </v:shapetype>
              <v:shape id="Text Box 42" o:spid="_x0000_s1031" type="#_x0000_t202" style="position:absolute;margin-left:214pt;margin-top:136.4pt;width:347pt;height:91pt;z-index:2517488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" filled="f" stroked="f" strokeweight=".5pt">
                <v:textbox inset="0">
                  <w:txbxContent>
                    <w:p w14:paraId="6A21D6B4" w14:textId="0FF70E06" w:rsidR="009C051A" w:rsidRPr="00FE5F0D" w:rsidRDefault="009C051A" w:rsidP="009D7710">
                      <w:pPr>
                        <w:pStyle w:val="Folyszveg"/>
                        <w:jc w:val="both"/>
                        <w:rPr>
                          <w:sz w:val="22"/>
                          <w:szCs w:val="22"/>
                        </w:rPr>
                      </w:pPr>
                      <w:r w:rsidRPr="00FE5F0D">
                        <w:rPr>
                          <w:sz w:val="22"/>
                          <w:szCs w:val="22"/>
                        </w:rPr>
                        <w:t xml:space="preserve">Kitűzött célom hogy </w:t>
                      </w:r>
                      <w:r w:rsidRPr="00FE5F0D">
                        <w:rPr>
                          <w:b/>
                          <w:bCs/>
                          <w:sz w:val="22"/>
                          <w:szCs w:val="22"/>
                        </w:rPr>
                        <w:t>az XYZ Kft csapatában</w:t>
                      </w:r>
                      <w:r w:rsidRPr="00FE5F0D">
                        <w:rPr>
                          <w:sz w:val="22"/>
                          <w:szCs w:val="22"/>
                        </w:rPr>
                        <w:t xml:space="preserve"> mint értékesítő munkatárs maximálisan hasznosíthassam mindazon tapasztalataimat és készségeimet, melyeket </w:t>
                      </w:r>
                      <w:r w:rsidRPr="00FE5F0D">
                        <w:rPr>
                          <w:b/>
                          <w:bCs/>
                          <w:sz w:val="22"/>
                          <w:szCs w:val="22"/>
                        </w:rPr>
                        <w:t>az értékesítés, presales, projekt- és account management területen</w:t>
                      </w:r>
                      <w:r w:rsidRPr="00FE5F0D">
                        <w:rPr>
                          <w:sz w:val="22"/>
                          <w:szCs w:val="22"/>
                        </w:rPr>
                        <w:t xml:space="preserve"> szereztem, különösen a szálloda és vendéglátóipar területén</w:t>
                      </w:r>
                      <w:r w:rsidR="00CC7990">
                        <w:rPr>
                          <w:sz w:val="22"/>
                          <w:szCs w:val="22"/>
                        </w:rPr>
                        <w:t>,</w:t>
                      </w:r>
                      <w:r w:rsidRPr="00FE5F0D">
                        <w:rPr>
                          <w:sz w:val="22"/>
                          <w:szCs w:val="22"/>
                        </w:rPr>
                        <w:t xml:space="preserve"> s ezzel hozzájáruljak a cég és a sales csapat sikeréhez.</w:t>
                      </w:r>
                    </w:p>
                    <w:p w14:paraId="135D8EFD" w14:textId="7D3FB839" w:rsidR="00BC4FFC" w:rsidRPr="00516A47" w:rsidRDefault="00BC4FFC" w:rsidP="00516A47">
                      <w:pPr>
                        <w:pStyle w:val="Folyszveg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8975" behindDoc="0" locked="0" layoutInCell="1" allowOverlap="1" wp14:anchorId="450215F6" wp14:editId="0AB077D6">
                <wp:simplePos x="0" y="0"/>
                <wp:positionH relativeFrom="column">
                  <wp:posOffset>2616200</wp:posOffset>
                </wp:positionH>
                <wp:positionV relativeFrom="page">
                  <wp:posOffset>3268980</wp:posOffset>
                </wp:positionV>
                <wp:extent cx="4330700" cy="2578100"/>
                <wp:effectExtent l="0" t="0" r="0" b="0"/>
                <wp:wrapNone/>
                <wp:docPr id="1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0700" cy="257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8CAB5" w14:textId="77777777" w:rsidR="009D7710" w:rsidRPr="009D7710" w:rsidRDefault="009D7710" w:rsidP="009D7710">
                            <w:pPr>
                              <w:pStyle w:val="Felsorols1"/>
                              <w:numPr>
                                <w:ilvl w:val="0"/>
                                <w:numId w:val="28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Értékesítési készségek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: Tudatosan használom az évek során elsajátított értékesítési technikákat a hideg hívásoktól és kifogáskezeléstől kezdve a konzultatív értékesítési módszereken át  egészen a cross- és upsell-ig. </w:t>
                            </w:r>
                          </w:p>
                          <w:p w14:paraId="21155886" w14:textId="77777777" w:rsidR="009D7710" w:rsidRPr="009D7710" w:rsidRDefault="009D7710" w:rsidP="009D7710">
                            <w:pPr>
                              <w:pStyle w:val="Felsorols1"/>
                              <w:numPr>
                                <w:ilvl w:val="0"/>
                                <w:numId w:val="28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Erős kapcsolatteremtő és tárgyaló készség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: Mindenkivel nagyon gyorsan megtalálom a közös hangot, legyen szó akár felsővezetőről, beszerzőről vagy raktárosról. Az esetek nagy többségében megtalálom az utat a döntéshozókhoz, akikkel hosszú távú minőségi kapcsolatokat alakítok ki. </w:t>
                            </w:r>
                          </w:p>
                          <w:p w14:paraId="09131719" w14:textId="55A5CC09" w:rsidR="009D7710" w:rsidRPr="009D7710" w:rsidRDefault="009D7710" w:rsidP="009D7710">
                            <w:pPr>
                              <w:pStyle w:val="Felsorols1"/>
                              <w:numPr>
                                <w:ilvl w:val="0"/>
                                <w:numId w:val="28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Vevőmegtartó képesség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: Nem csak a sales-t tartom szem előtt, törekszem az ügyfelek valódi elégedettségének elérésére, valamint az erős, személyes kapcsolatok kialakítására. Emiatt sokkal könnyebb számukra újra és újra eladni.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0215F6" id="Text Box 6" o:spid="_x0000_s1032" type="#_x0000_t202" style="position:absolute;margin-left:206pt;margin-top:257.4pt;width:341pt;height:203pt;z-index:251838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" filled="f" stroked="f" strokeweight=".5pt">
                <v:textbox inset="0,0,0,0">
                  <w:txbxContent>
                    <w:p w14:paraId="3BC8CAB5" w14:textId="77777777" w:rsidR="009D7710" w:rsidRPr="009D7710" w:rsidRDefault="009D7710" w:rsidP="009D7710">
                      <w:pPr>
                        <w:pStyle w:val="Felsorols1"/>
                        <w:numPr>
                          <w:ilvl w:val="0"/>
                          <w:numId w:val="28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Értékesítési készségek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: Tudatosan használom az évek során elsajátított értékesítési technikákat a hideg hívásoktól és kifogáskezeléstől kezdve a konzultatív értékesítési módszereken át  egészen a cross- és upsell-ig. </w:t>
                      </w:r>
                    </w:p>
                    <w:p w14:paraId="21155886" w14:textId="77777777" w:rsidR="009D7710" w:rsidRPr="009D7710" w:rsidRDefault="009D7710" w:rsidP="009D7710">
                      <w:pPr>
                        <w:pStyle w:val="Felsorols1"/>
                        <w:numPr>
                          <w:ilvl w:val="0"/>
                          <w:numId w:val="28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Erős kapcsolatteremtő és tárgyaló készség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: Mindenkivel nagyon gyorsan megtalálom a közös hangot, legyen szó akár felsővezetőről, beszerzőről vagy raktárosról. Az esetek nagy többségében megtalálom az utat a döntéshozókhoz, akikkel hosszú távú minőségi kapcsolatokat alakítok ki. </w:t>
                      </w:r>
                    </w:p>
                    <w:p w14:paraId="09131719" w14:textId="55A5CC09" w:rsidR="009D7710" w:rsidRPr="009D7710" w:rsidRDefault="009D7710" w:rsidP="009D7710">
                      <w:pPr>
                        <w:pStyle w:val="Felsorols1"/>
                        <w:numPr>
                          <w:ilvl w:val="0"/>
                          <w:numId w:val="28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Vevőmegtartó képesség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: Nem csak a sales-t tartom szem előtt, törekszem az ügyfelek valódi elégedettségének elérésére, valamint az erős, személyes kapcsolatok kialakítására. Emiatt sokkal könnyebb számukra újra és újra eladni.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3071" behindDoc="0" locked="0" layoutInCell="1" allowOverlap="1" wp14:anchorId="7905E952" wp14:editId="2DBB407D">
                <wp:simplePos x="0" y="0"/>
                <wp:positionH relativeFrom="column">
                  <wp:posOffset>2628900</wp:posOffset>
                </wp:positionH>
                <wp:positionV relativeFrom="page">
                  <wp:posOffset>6299200</wp:posOffset>
                </wp:positionV>
                <wp:extent cx="4318000" cy="3619500"/>
                <wp:effectExtent l="0" t="0" r="0" b="0"/>
                <wp:wrapNone/>
                <wp:docPr id="2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361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91B32" w14:textId="77777777" w:rsidR="009D7710" w:rsidRPr="009D7710" w:rsidRDefault="009D7710" w:rsidP="009D7710">
                            <w:pPr>
                              <w:pStyle w:val="Felsorols1"/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Az Texas Hungary-nál egy újgenerációs termékcsalád bevezetése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eredményeként 3 év alatt 60-ról 120-ra emelkedett a klienseink száma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, mely közel 40 % bevétel emelkedést jelentett. Személyes sikerem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38 új kliens szerződéskötése volt, melyet személyre szabott üzleti konzultációkkal és a partnerkapcsolat elmélyítésével értem el.</w:t>
                            </w:r>
                          </w:p>
                          <w:p w14:paraId="1C2543EE" w14:textId="13CEA77D" w:rsidR="009D7710" w:rsidRPr="009D7710" w:rsidRDefault="009D7710" w:rsidP="009D7710">
                            <w:pPr>
                              <w:pStyle w:val="Felsorols1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Az ABC Hospitality (Texas Hungary jogutód) üzletág keretein belül </w:t>
                            </w:r>
                            <w:r w:rsidR="00CC799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ugyanezen ügyfélkör megtartása 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>volt az elsődleges cél, az akvizíciót követően, melynek elérésében a folyamatos hiteles kommuni</w:t>
                            </w:r>
                            <w:r w:rsidR="00CC799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káció, a támogató konzultáció, 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cross és upselling voltak eszközeim.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Ügyfeleim 95%-a maradt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felhasználónk a tulajdonosváltás ellenére. </w:t>
                            </w:r>
                          </w:p>
                          <w:p w14:paraId="16CAF9E4" w14:textId="4FB34634" w:rsidR="009D7710" w:rsidRPr="009D7710" w:rsidRDefault="009D7710" w:rsidP="009D7710">
                            <w:pPr>
                              <w:pStyle w:val="Felsorols1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>A BCG Budapest irodájának Service Delivery és Project Managereként sikeresen stabilizáltam és bővíte</w:t>
                            </w:r>
                            <w:r w:rsidR="00CC7990">
                              <w:rPr>
                                <w:noProof/>
                                <w:sz w:val="22"/>
                                <w:szCs w:val="22"/>
                              </w:rPr>
                              <w:t>ttem a helyi support  működését</w:t>
                            </w:r>
                            <w:bookmarkStart w:id="0" w:name="_GoBack"/>
                            <w:bookmarkEnd w:id="0"/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. Így az ügyfél elégedettség 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60%-ról 95%</w:t>
                            </w:r>
                            <w:r w:rsidR="00CC799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-</w:t>
                            </w:r>
                            <w:r w:rsidRPr="009D771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ra nőtt 3 hónap alatt</w:t>
                            </w:r>
                            <w:r w:rsidRPr="009D7710">
                              <w:rPr>
                                <w:noProof/>
                                <w:sz w:val="22"/>
                                <w:szCs w:val="22"/>
                              </w:rPr>
                              <w:t>. Emellett a Park Inn Zalakaros szálloda beruházás üzemeltetési csomag bevezetési projektjét menedzseltem sikeresen a „go live” állapotig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5E952" id="_x0000_s1033" type="#_x0000_t202" style="position:absolute;margin-left:207pt;margin-top:496pt;width:340pt;height:285pt;z-index:251843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" filled="f" stroked="f" strokeweight=".5pt">
                <v:textbox inset="0,0,0,0">
                  <w:txbxContent>
                    <w:p w14:paraId="76C91B32" w14:textId="77777777" w:rsidR="009D7710" w:rsidRPr="009D7710" w:rsidRDefault="009D7710" w:rsidP="009D7710">
                      <w:pPr>
                        <w:pStyle w:val="Felsorols1"/>
                        <w:rPr>
                          <w:b/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Az Texas Hungary-nál egy újgenerációs termékcsalád bevezetése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eredményeként 3 év alatt 60-ról 120-ra emelkedett a klienseink száma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, mely közel 40 % bevétel emelkedést jelentett. Személyes sikerem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38 új kliens szerződéskötése volt, melyet személyre szabott üzleti konzultációkkal és a partnerkapcsolat elmélyítésével értem el.</w:t>
                      </w:r>
                    </w:p>
                    <w:p w14:paraId="1C2543EE" w14:textId="13CEA77D" w:rsidR="009D7710" w:rsidRPr="009D7710" w:rsidRDefault="009D7710" w:rsidP="009D7710">
                      <w:pPr>
                        <w:pStyle w:val="Felsorols1"/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Az ABC Hospitality (Texas Hungary jogutód) üzletág keretein belül </w:t>
                      </w:r>
                      <w:r w:rsidR="00CC7990">
                        <w:rPr>
                          <w:noProof/>
                          <w:sz w:val="22"/>
                          <w:szCs w:val="22"/>
                        </w:rPr>
                        <w:t xml:space="preserve">ugyanezen ügyfélkör megtartása 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>volt az elsődleges cél, az akvizíciót követően, melynek elérésében a folyamatos hiteles kommuni</w:t>
                      </w:r>
                      <w:r w:rsidR="00CC7990">
                        <w:rPr>
                          <w:noProof/>
                          <w:sz w:val="22"/>
                          <w:szCs w:val="22"/>
                        </w:rPr>
                        <w:t xml:space="preserve">káció, a támogató konzultáció, 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cross és upselling voltak eszközeim.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Ügyfeleim 95%-a maradt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 felhasználónk a tulajdonosváltás ellenére. </w:t>
                      </w:r>
                    </w:p>
                    <w:p w14:paraId="16CAF9E4" w14:textId="4FB34634" w:rsidR="009D7710" w:rsidRPr="009D7710" w:rsidRDefault="009D7710" w:rsidP="009D7710">
                      <w:pPr>
                        <w:pStyle w:val="Felsorols1"/>
                        <w:rPr>
                          <w:noProof/>
                          <w:sz w:val="22"/>
                          <w:szCs w:val="22"/>
                        </w:rPr>
                      </w:pPr>
                      <w:r w:rsidRPr="009D7710">
                        <w:rPr>
                          <w:noProof/>
                          <w:sz w:val="22"/>
                          <w:szCs w:val="22"/>
                        </w:rPr>
                        <w:t>A BCG Budapest irodájának Service Delivery és Project Managereként sikeresen stabilizáltam és bővíte</w:t>
                      </w:r>
                      <w:r w:rsidR="00CC7990">
                        <w:rPr>
                          <w:noProof/>
                          <w:sz w:val="22"/>
                          <w:szCs w:val="22"/>
                        </w:rPr>
                        <w:t>ttem a helyi support  működését</w:t>
                      </w:r>
                      <w:bookmarkStart w:id="1" w:name="_GoBack"/>
                      <w:bookmarkEnd w:id="1"/>
                      <w:r w:rsidRPr="009D7710">
                        <w:rPr>
                          <w:noProof/>
                          <w:sz w:val="22"/>
                          <w:szCs w:val="22"/>
                        </w:rPr>
                        <w:t xml:space="preserve">. Így az ügyfél elégedettség 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60%-ról 95%</w:t>
                      </w:r>
                      <w:r w:rsidR="00CC7990">
                        <w:rPr>
                          <w:b/>
                          <w:noProof/>
                          <w:sz w:val="22"/>
                          <w:szCs w:val="22"/>
                        </w:rPr>
                        <w:t>-</w:t>
                      </w:r>
                      <w:r w:rsidRPr="009D7710">
                        <w:rPr>
                          <w:b/>
                          <w:noProof/>
                          <w:sz w:val="22"/>
                          <w:szCs w:val="22"/>
                        </w:rPr>
                        <w:t>ra nőtt 3 hónap alatt</w:t>
                      </w:r>
                      <w:r w:rsidRPr="009D7710">
                        <w:rPr>
                          <w:noProof/>
                          <w:sz w:val="22"/>
                          <w:szCs w:val="22"/>
                        </w:rPr>
                        <w:t>. Emellett a Park Inn Zalakaros szálloda beruházás üzemeltetési csomag bevezetési projektjét menedzseltem sikeresen a „go live” állapotig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1023" behindDoc="0" locked="0" layoutInCell="1" allowOverlap="1" wp14:anchorId="483BD51F" wp14:editId="13C0B76A">
                <wp:simplePos x="0" y="0"/>
                <wp:positionH relativeFrom="column">
                  <wp:posOffset>3187700</wp:posOffset>
                </wp:positionH>
                <wp:positionV relativeFrom="page">
                  <wp:posOffset>5994400</wp:posOffset>
                </wp:positionV>
                <wp:extent cx="2781300" cy="309880"/>
                <wp:effectExtent l="0" t="0" r="0" b="0"/>
                <wp:wrapNone/>
                <wp:docPr id="2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429D7" w14:textId="4B25D648" w:rsidR="009D7710" w:rsidRPr="000958B4" w:rsidRDefault="009D7710" w:rsidP="009D7710">
                            <w:pPr>
                              <w:pStyle w:val="H1"/>
                            </w:pPr>
                            <w:r>
                              <w:t>Főbb eredmények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3BD51F" id="Text Box 38" o:spid="_x0000_s1034" type="#_x0000_t202" style="position:absolute;margin-left:251pt;margin-top:472pt;width:219pt;height:24.4pt;z-index:251841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" filled="f" stroked="f" strokeweight=".5pt">
                <v:textbox>
                  <w:txbxContent>
                    <w:p w14:paraId="69B429D7" w14:textId="4B25D648" w:rsidR="009D7710" w:rsidRPr="000958B4" w:rsidRDefault="009D7710" w:rsidP="009D7710">
                      <w:pPr>
                        <w:pStyle w:val="H1"/>
                      </w:pPr>
                      <w:r>
                        <w:t>Főbb eredmények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7710">
        <w:rPr>
          <w:noProof/>
          <w:lang w:eastAsia="hu-HU"/>
        </w:rPr>
        <w:drawing>
          <wp:anchor distT="0" distB="0" distL="114300" distR="114300" simplePos="0" relativeHeight="251812351" behindDoc="1" locked="0" layoutInCell="1" allowOverlap="1" wp14:anchorId="0909375E" wp14:editId="5B82988C">
            <wp:simplePos x="0" y="0"/>
            <wp:positionH relativeFrom="column">
              <wp:posOffset>2838450</wp:posOffset>
            </wp:positionH>
            <wp:positionV relativeFrom="page">
              <wp:posOffset>5914390</wp:posOffset>
            </wp:positionV>
            <wp:extent cx="3371850" cy="386080"/>
            <wp:effectExtent l="0" t="0" r="6350" b="0"/>
            <wp:wrapNone/>
            <wp:docPr id="21" name="Graphic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710">
        <w:rPr>
          <w:noProof/>
          <w:lang w:eastAsia="hu-HU"/>
        </w:rPr>
        <w:drawing>
          <wp:anchor distT="0" distB="0" distL="114300" distR="114300" simplePos="0" relativeHeight="251809279" behindDoc="1" locked="0" layoutInCell="1" allowOverlap="1" wp14:anchorId="2DBFA95C" wp14:editId="6AD1F223">
            <wp:simplePos x="0" y="0"/>
            <wp:positionH relativeFrom="column">
              <wp:posOffset>2721610</wp:posOffset>
            </wp:positionH>
            <wp:positionV relativeFrom="page">
              <wp:posOffset>2880995</wp:posOffset>
            </wp:positionV>
            <wp:extent cx="3371850" cy="386080"/>
            <wp:effectExtent l="0" t="0" r="635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71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6927" behindDoc="0" locked="0" layoutInCell="1" allowOverlap="1" wp14:anchorId="5CDF7111" wp14:editId="27535F75">
                <wp:simplePos x="0" y="0"/>
                <wp:positionH relativeFrom="column">
                  <wp:posOffset>2946400</wp:posOffset>
                </wp:positionH>
                <wp:positionV relativeFrom="page">
                  <wp:posOffset>2891155</wp:posOffset>
                </wp:positionV>
                <wp:extent cx="2781300" cy="347980"/>
                <wp:effectExtent l="0" t="0" r="0" b="0"/>
                <wp:wrapNone/>
                <wp:docPr id="17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6E4F4B" w14:textId="77777777" w:rsidR="009D7710" w:rsidRPr="000958B4" w:rsidRDefault="009D7710" w:rsidP="009D7710">
                            <w:pPr>
                              <w:pStyle w:val="H1"/>
                            </w:pPr>
                            <w:r w:rsidRPr="000958B4">
                              <w:t>Erősségek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DF7111" id="_x0000_s1035" type="#_x0000_t202" style="position:absolute;margin-left:232pt;margin-top:227.65pt;width:219pt;height:27.4pt;z-index:251836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" filled="f" stroked="f" strokeweight=".5pt">
                <v:textbox>
                  <w:txbxContent>
                    <w:p w14:paraId="0B6E4F4B" w14:textId="77777777" w:rsidR="009D7710" w:rsidRPr="000958B4" w:rsidRDefault="009D7710" w:rsidP="009D7710">
                      <w:pPr>
                        <w:pStyle w:val="H1"/>
                      </w:pPr>
                      <w:r w:rsidRPr="000958B4">
                        <w:t>Erősségek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958B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4591" behindDoc="0" locked="0" layoutInCell="1" allowOverlap="1" wp14:anchorId="5257DDE6" wp14:editId="1DE9510A">
                <wp:simplePos x="0" y="0"/>
                <wp:positionH relativeFrom="column">
                  <wp:posOffset>2865755</wp:posOffset>
                </wp:positionH>
                <wp:positionV relativeFrom="page">
                  <wp:posOffset>1427990</wp:posOffset>
                </wp:positionV>
                <wp:extent cx="303276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76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0DF36" w14:textId="20319257" w:rsidR="001751AF" w:rsidRPr="000958B4" w:rsidRDefault="00EF2B75" w:rsidP="000958B4">
                            <w:pPr>
                              <w:pStyle w:val="H1"/>
                            </w:pPr>
                            <w:r w:rsidRPr="000958B4">
                              <w:t>Célkitűzés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57DDE6" id="Text Box 7" o:spid="_x0000_s1036" type="#_x0000_t202" style="position:absolute;margin-left:225.65pt;margin-top:112.45pt;width:238.8pt;height:28.55pt;z-index:251694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" filled="f" stroked="f" strokeweight=".5pt">
                <v:textbox>
                  <w:txbxContent>
                    <w:p w14:paraId="0790DF36" w14:textId="20319257" w:rsidR="001751AF" w:rsidRPr="000958B4" w:rsidRDefault="00EF2B75" w:rsidP="000958B4">
                      <w:pPr>
                        <w:pStyle w:val="H1"/>
                      </w:pPr>
                      <w:r w:rsidRPr="000958B4">
                        <w:t>Célkitűzés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63F0F">
        <w:rPr>
          <w:noProof/>
          <w:lang w:eastAsia="hu-HU"/>
        </w:rPr>
        <w:drawing>
          <wp:anchor distT="0" distB="0" distL="114300" distR="114300" simplePos="0" relativeHeight="251759103" behindDoc="1" locked="0" layoutInCell="1" allowOverlap="1" wp14:anchorId="724AF3CA" wp14:editId="7F62B2D9">
            <wp:simplePos x="0" y="0"/>
            <wp:positionH relativeFrom="column">
              <wp:posOffset>2712027</wp:posOffset>
            </wp:positionH>
            <wp:positionV relativeFrom="page">
              <wp:posOffset>1377950</wp:posOffset>
            </wp:positionV>
            <wp:extent cx="3371850" cy="386080"/>
            <wp:effectExtent l="0" t="0" r="635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FFC">
        <w:br w:type="page"/>
      </w:r>
    </w:p>
    <w:p w14:paraId="70357978" w14:textId="5438784E" w:rsidR="008E2295" w:rsidRPr="0043658D" w:rsidRDefault="008E2295" w:rsidP="000958B4">
      <w:pPr>
        <w:pStyle w:val="H1"/>
      </w:pPr>
    </w:p>
    <w:p w14:paraId="76FFA394" w14:textId="0B99AB34" w:rsidR="0000091D" w:rsidRPr="006F7AC3" w:rsidRDefault="006F5227" w:rsidP="00D0002F">
      <w:pPr>
        <w:pStyle w:val="H1"/>
        <w:jc w:val="left"/>
      </w:pPr>
      <w:r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1503" behindDoc="0" locked="0" layoutInCell="1" allowOverlap="1" wp14:anchorId="777E3630" wp14:editId="53F56EEA">
                <wp:simplePos x="0" y="0"/>
                <wp:positionH relativeFrom="column">
                  <wp:posOffset>2616200</wp:posOffset>
                </wp:positionH>
                <wp:positionV relativeFrom="page">
                  <wp:posOffset>5994400</wp:posOffset>
                </wp:positionV>
                <wp:extent cx="189230" cy="190500"/>
                <wp:effectExtent l="0" t="0" r="1270" b="0"/>
                <wp:wrapNone/>
                <wp:docPr id="4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C0043B6" id="Oval 37" o:spid="_x0000_s1026" style="position:absolute;margin-left:206pt;margin-top:472pt;width:14.9pt;height:15pt;flip:y;z-index:251861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5359" behindDoc="0" locked="0" layoutInCell="1" allowOverlap="1" wp14:anchorId="3E4C5A45" wp14:editId="7A999817">
                <wp:simplePos x="0" y="0"/>
                <wp:positionH relativeFrom="column">
                  <wp:posOffset>2819400</wp:posOffset>
                </wp:positionH>
                <wp:positionV relativeFrom="page">
                  <wp:posOffset>5626100</wp:posOffset>
                </wp:positionV>
                <wp:extent cx="4102100" cy="1137920"/>
                <wp:effectExtent l="0" t="0" r="0" b="5080"/>
                <wp:wrapNone/>
                <wp:docPr id="4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2100" cy="113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2229B" w14:textId="50D07BF1" w:rsid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 xml:space="preserve">KERESKEDELMI ÉS VENDÉGLÁTÓIPARI FŐISKOLA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ab/>
                              <w:t>2001-2003</w:t>
                            </w:r>
                          </w:p>
                          <w:p w14:paraId="692FACD5" w14:textId="237973C2" w:rsidR="00D0002F" w:rsidRPr="00B711D8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00AB99"/>
                              </w:rPr>
                            </w:pPr>
                            <w:r w:rsidRPr="00B711D8">
                              <w:rPr>
                                <w:rFonts w:ascii="Arial" w:hAnsi="Arial" w:cs="Arial"/>
                                <w:b/>
                                <w:bCs/>
                                <w:color w:val="00AB99"/>
                              </w:rPr>
                              <w:t>felsőfokú vendéglátó manager (OKJ)</w:t>
                            </w:r>
                          </w:p>
                          <w:p w14:paraId="055AA396" w14:textId="2B3ADAA6" w:rsidR="00D0002F" w:rsidRP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u w:val="single"/>
                              </w:rPr>
                            </w:pPr>
                            <w:r w:rsidRPr="00D0002F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  <w:u w:val="single"/>
                              </w:rPr>
                              <w:t>speciális képzések:</w:t>
                            </w:r>
                          </w:p>
                          <w:p w14:paraId="0BE2E2B5" w14:textId="5089557F" w:rsid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Ethical Business tréning – ABC Coporation</w:t>
                            </w:r>
                          </w:p>
                          <w:p w14:paraId="3FA1DB41" w14:textId="086B8016" w:rsidR="00D0002F" w:rsidRP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 xml:space="preserve">Egyéb vállalati tréningek – USA Hungary Zrt.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4C5A45" id="_x0000_s1037" type="#_x0000_t202" style="position:absolute;margin-left:222pt;margin-top:443pt;width:323pt;height:89.6pt;z-index:251855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" filled="f" stroked="f" strokeweight=".5pt">
                <v:textbox inset="0,0,0,0">
                  <w:txbxContent>
                    <w:p w14:paraId="0702229B" w14:textId="50D07BF1" w:rsid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KERESKEDELMI ÉS VENDÉGLÁTÓIPARI FŐISKOLA </w:t>
                      </w:r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ab/>
                        <w:t>2001-2003</w:t>
                      </w:r>
                    </w:p>
                    <w:p w14:paraId="692FACD5" w14:textId="237973C2" w:rsidR="00D0002F" w:rsidRPr="00B711D8" w:rsidRDefault="00D0002F" w:rsidP="00D0002F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</w:pPr>
                      <w:r w:rsidRPr="00B711D8"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  <w:t xml:space="preserve">felsőfokú vendéglátó </w:t>
                      </w:r>
                      <w:proofErr w:type="spellStart"/>
                      <w:r w:rsidRPr="00B711D8"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  <w:t>manager</w:t>
                      </w:r>
                      <w:proofErr w:type="spellEnd"/>
                      <w:r w:rsidRPr="00B711D8">
                        <w:rPr>
                          <w:rFonts w:ascii="Arial" w:hAnsi="Arial" w:cs="Arial"/>
                          <w:b/>
                          <w:bCs/>
                          <w:color w:val="00AB99"/>
                        </w:rPr>
                        <w:t xml:space="preserve"> (OKJ)</w:t>
                      </w:r>
                    </w:p>
                    <w:p w14:paraId="055AA396" w14:textId="2B3ADAA6" w:rsidR="00D0002F" w:rsidRP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u w:val="single"/>
                        </w:rPr>
                      </w:pPr>
                      <w:r w:rsidRPr="00D0002F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  <w:u w:val="single"/>
                        </w:rPr>
                        <w:t>speciális képzések:</w:t>
                      </w:r>
                    </w:p>
                    <w:p w14:paraId="0BE2E2B5" w14:textId="5089557F" w:rsid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>Ethical</w:t>
                      </w:r>
                      <w:proofErr w:type="spellEnd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Business tréning – ABC </w:t>
                      </w: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>Coporation</w:t>
                      </w:r>
                      <w:proofErr w:type="spellEnd"/>
                    </w:p>
                    <w:p w14:paraId="3FA1DB41" w14:textId="086B8016" w:rsidR="00D0002F" w:rsidRP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Egyéb vállalati tréningek – USA Hungary </w:t>
                      </w: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>Zrt</w:t>
                      </w:r>
                      <w:proofErr w:type="spellEnd"/>
                      <w:r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E0E65">
        <w:rPr>
          <w:rFonts w:ascii="Chivo Light" w:hAnsi="Chivo Light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95967" behindDoc="0" locked="0" layoutInCell="1" allowOverlap="1" wp14:anchorId="6E21F3CB" wp14:editId="08BE36B8">
                <wp:simplePos x="0" y="0"/>
                <wp:positionH relativeFrom="column">
                  <wp:posOffset>50800</wp:posOffset>
                </wp:positionH>
                <wp:positionV relativeFrom="page">
                  <wp:posOffset>1866900</wp:posOffset>
                </wp:positionV>
                <wp:extent cx="1995805" cy="4820920"/>
                <wp:effectExtent l="0" t="0" r="0" b="50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5805" cy="4820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EBB75" w14:textId="77777777" w:rsidR="002E0E65" w:rsidRPr="0080005C" w:rsidRDefault="002E0E65" w:rsidP="002E0E65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Zsombor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volt eddig a leg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szorgalmasabb kolléga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az életemben.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Folyamatosan fejlesztette magát, ami jelentősen hozzájárult sikereihez.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Igazi partner volt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mindenki számára.</w:t>
                            </w:r>
                          </w:p>
                          <w:p w14:paraId="792A59E2" w14:textId="77777777" w:rsidR="002E0E65" w:rsidRPr="0080005C" w:rsidRDefault="002E0E65" w:rsidP="002E0E65">
                            <w:pPr>
                              <w:pStyle w:val="Idzet-Szerz"/>
                              <w:rPr>
                                <w:sz w:val="22"/>
                                <w:szCs w:val="22"/>
                              </w:rPr>
                            </w:pP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dr.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K</w:t>
                            </w:r>
                            <w:r w:rsidRPr="00776BA8">
                              <w:rPr>
                                <w:sz w:val="22"/>
                                <w:szCs w:val="22"/>
                              </w:rPr>
                              <w:t>ovács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Éva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értékesítési</w:t>
                            </w:r>
                            <w:r w:rsidRPr="0080005C">
                              <w:rPr>
                                <w:sz w:val="22"/>
                                <w:szCs w:val="22"/>
                              </w:rPr>
                              <w:t xml:space="preserve"> igazgató</w:t>
                            </w:r>
                          </w:p>
                          <w:p w14:paraId="0B693263" w14:textId="77777777" w:rsidR="002E0E65" w:rsidRDefault="002E0E65" w:rsidP="00AB0839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D1C393B" w14:textId="7AF560D8" w:rsidR="00F86620" w:rsidRPr="004B457D" w:rsidRDefault="00F86620" w:rsidP="00AB0839">
                            <w:pPr>
                              <w:pStyle w:val="Idzet1"/>
                              <w:rPr>
                                <w:sz w:val="22"/>
                                <w:szCs w:val="22"/>
                              </w:rPr>
                            </w:pPr>
                            <w:r w:rsidRPr="004B457D">
                              <w:rPr>
                                <w:sz w:val="22"/>
                                <w:szCs w:val="22"/>
                              </w:rPr>
                              <w:t xml:space="preserve">„Amikor 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 xml:space="preserve">Zsomborral </w:t>
                            </w:r>
                            <w:r w:rsidRPr="004B457D">
                              <w:rPr>
                                <w:sz w:val="22"/>
                                <w:szCs w:val="22"/>
                              </w:rPr>
                              <w:t xml:space="preserve">dolgozni kezdtünk, a feladat 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egy teljesen új termékpaletta bevez</w:t>
                            </w:r>
                            <w:r w:rsidR="00D2133C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="004B457D">
                              <w:rPr>
                                <w:sz w:val="22"/>
                                <w:szCs w:val="22"/>
                              </w:rPr>
                              <w:t>tése és sikeres értékesítése vol</w:t>
                            </w:r>
                            <w:r w:rsidRPr="004B457D">
                              <w:rPr>
                                <w:sz w:val="22"/>
                                <w:szCs w:val="22"/>
                              </w:rPr>
                              <w:t>t. Hamar kiderült, hogy nyugodtan számíthatok rá, felmérte a folyamatokat, és jó diplomáciai érzékkel keresztülvitte a szükséges változtatásokat.</w:t>
                            </w:r>
                          </w:p>
                          <w:p w14:paraId="5ECC4BF9" w14:textId="6D2CA14E" w:rsidR="00F86620" w:rsidRPr="004B457D" w:rsidRDefault="004B457D" w:rsidP="00516A47">
                            <w:pPr>
                              <w:pStyle w:val="Idzet-Szerz"/>
                              <w:rPr>
                                <w:color w:val="E7E6E6" w:themeColor="background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Petrovics Kálmán</w:t>
                            </w:r>
                            <w:r w:rsidR="00F86620" w:rsidRPr="004B457D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ABC Hospitaliry Zrt. </w:t>
                            </w:r>
                            <w:r w:rsidR="00F86620" w:rsidRPr="004B457D">
                              <w:rPr>
                                <w:sz w:val="22"/>
                                <w:szCs w:val="22"/>
                              </w:rPr>
                              <w:t xml:space="preserve"> Zrt. vezérigazgató</w:t>
                            </w:r>
                          </w:p>
                          <w:p w14:paraId="5E8B6A7E" w14:textId="77777777" w:rsidR="00F86620" w:rsidRPr="004B457D" w:rsidRDefault="00F86620" w:rsidP="00AB0839">
                            <w:pPr>
                              <w:pStyle w:val="Cm-Pozci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21F3CB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8" type="#_x0000_t202" style="position:absolute;margin-left:4pt;margin-top:147pt;width:157.15pt;height:379.6pt;z-index:251795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" filled="f" stroked="f" strokeweight=".5pt">
                <v:textbox inset="0,0,0,0">
                  <w:txbxContent>
                    <w:p w14:paraId="5DBEBB75" w14:textId="77777777" w:rsidR="002E0E65" w:rsidRPr="0080005C" w:rsidRDefault="002E0E65" w:rsidP="002E0E65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Zsombor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volt eddig a leg</w:t>
                      </w:r>
                      <w:r>
                        <w:rPr>
                          <w:sz w:val="22"/>
                          <w:szCs w:val="22"/>
                        </w:rPr>
                        <w:t>szorgalmasabb kolléga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az életemben.</w:t>
                      </w:r>
                      <w:r>
                        <w:rPr>
                          <w:sz w:val="22"/>
                          <w:szCs w:val="22"/>
                        </w:rPr>
                        <w:t xml:space="preserve"> Folyamatosan fejlesztette magát, ami jelentősen hozzájárult sikereihez.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Igazi partner volt </w:t>
                      </w:r>
                      <w:r>
                        <w:rPr>
                          <w:sz w:val="22"/>
                          <w:szCs w:val="22"/>
                        </w:rPr>
                        <w:t>mindenki számára.</w:t>
                      </w:r>
                    </w:p>
                    <w:p w14:paraId="792A59E2" w14:textId="77777777" w:rsidR="002E0E65" w:rsidRPr="0080005C" w:rsidRDefault="002E0E65" w:rsidP="002E0E65">
                      <w:pPr>
                        <w:pStyle w:val="Idzet-Szerz"/>
                        <w:rPr>
                          <w:sz w:val="22"/>
                          <w:szCs w:val="22"/>
                        </w:rPr>
                      </w:pPr>
                      <w:r w:rsidRPr="0080005C">
                        <w:rPr>
                          <w:sz w:val="22"/>
                          <w:szCs w:val="22"/>
                        </w:rPr>
                        <w:t xml:space="preserve">dr. </w:t>
                      </w:r>
                      <w:r>
                        <w:rPr>
                          <w:sz w:val="22"/>
                          <w:szCs w:val="22"/>
                        </w:rPr>
                        <w:t>K</w:t>
                      </w:r>
                      <w:r w:rsidRPr="00776BA8">
                        <w:rPr>
                          <w:sz w:val="22"/>
                          <w:szCs w:val="22"/>
                        </w:rPr>
                        <w:t>ovács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Éva</w:t>
                      </w:r>
                      <w:r w:rsidRPr="0080005C">
                        <w:rPr>
                          <w:sz w:val="22"/>
                          <w:szCs w:val="22"/>
                        </w:rPr>
                        <w:t>,</w:t>
                      </w:r>
                      <w:r w:rsidRPr="0080005C">
                        <w:rPr>
                          <w:sz w:val="22"/>
                          <w:szCs w:val="22"/>
                        </w:rPr>
                        <w:br/>
                      </w:r>
                      <w:r>
                        <w:rPr>
                          <w:sz w:val="22"/>
                          <w:szCs w:val="22"/>
                        </w:rPr>
                        <w:t>értékesítési</w:t>
                      </w:r>
                      <w:r w:rsidRPr="0080005C">
                        <w:rPr>
                          <w:sz w:val="22"/>
                          <w:szCs w:val="22"/>
                        </w:rPr>
                        <w:t xml:space="preserve"> igazgató</w:t>
                      </w:r>
                    </w:p>
                    <w:p w14:paraId="0B693263" w14:textId="77777777" w:rsidR="002E0E65" w:rsidRDefault="002E0E65" w:rsidP="00AB0839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</w:p>
                    <w:p w14:paraId="1D1C393B" w14:textId="7AF560D8" w:rsidR="00F86620" w:rsidRPr="004B457D" w:rsidRDefault="00F86620" w:rsidP="00AB0839">
                      <w:pPr>
                        <w:pStyle w:val="Idzet1"/>
                        <w:rPr>
                          <w:sz w:val="22"/>
                          <w:szCs w:val="22"/>
                        </w:rPr>
                      </w:pPr>
                      <w:r w:rsidRPr="004B457D">
                        <w:rPr>
                          <w:sz w:val="22"/>
                          <w:szCs w:val="22"/>
                        </w:rPr>
                        <w:t xml:space="preserve">„Amikor </w:t>
                      </w:r>
                      <w:r w:rsidR="004B457D">
                        <w:rPr>
                          <w:sz w:val="22"/>
                          <w:szCs w:val="22"/>
                        </w:rPr>
                        <w:t xml:space="preserve">Zsomborral </w:t>
                      </w:r>
                      <w:r w:rsidRPr="004B457D">
                        <w:rPr>
                          <w:sz w:val="22"/>
                          <w:szCs w:val="22"/>
                        </w:rPr>
                        <w:t xml:space="preserve">dolgozni kezdtünk, a feladat </w:t>
                      </w:r>
                      <w:r w:rsidR="004B457D">
                        <w:rPr>
                          <w:sz w:val="22"/>
                          <w:szCs w:val="22"/>
                        </w:rPr>
                        <w:t>egy teljesen új termékpaletta bevez</w:t>
                      </w:r>
                      <w:r w:rsidR="00D2133C">
                        <w:rPr>
                          <w:sz w:val="22"/>
                          <w:szCs w:val="22"/>
                        </w:rPr>
                        <w:t>e</w:t>
                      </w:r>
                      <w:r w:rsidR="004B457D">
                        <w:rPr>
                          <w:sz w:val="22"/>
                          <w:szCs w:val="22"/>
                        </w:rPr>
                        <w:t>tése és sikeres értékesítése vol</w:t>
                      </w:r>
                      <w:r w:rsidRPr="004B457D">
                        <w:rPr>
                          <w:sz w:val="22"/>
                          <w:szCs w:val="22"/>
                        </w:rPr>
                        <w:t>t. Hamar kiderült, hogy nyugodtan számíthatok rá, felmérte a folyamatokat, és jó diplomáciai érzékkel keresztülvitte a szükséges változtatásokat.</w:t>
                      </w:r>
                    </w:p>
                    <w:p w14:paraId="5ECC4BF9" w14:textId="6D2CA14E" w:rsidR="00F86620" w:rsidRPr="004B457D" w:rsidRDefault="004B457D" w:rsidP="00516A47">
                      <w:pPr>
                        <w:pStyle w:val="Idzet-Szerz"/>
                        <w:rPr>
                          <w:color w:val="E7E6E6" w:themeColor="background2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Petrovics Kálmán</w:t>
                      </w:r>
                      <w:r w:rsidR="00F86620" w:rsidRPr="004B457D">
                        <w:rPr>
                          <w:sz w:val="22"/>
                          <w:szCs w:val="22"/>
                        </w:rPr>
                        <w:t xml:space="preserve">, </w:t>
                      </w:r>
                      <w:r>
                        <w:rPr>
                          <w:sz w:val="22"/>
                          <w:szCs w:val="22"/>
                        </w:rPr>
                        <w:t xml:space="preserve">ABC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Hospitaliry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Zrt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. </w:t>
                      </w:r>
                      <w:r w:rsidR="00F86620" w:rsidRPr="004B457D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F86620" w:rsidRPr="004B457D">
                        <w:rPr>
                          <w:sz w:val="22"/>
                          <w:szCs w:val="22"/>
                        </w:rPr>
                        <w:t>Zrt</w:t>
                      </w:r>
                      <w:proofErr w:type="spellEnd"/>
                      <w:r w:rsidR="00F86620" w:rsidRPr="004B457D">
                        <w:rPr>
                          <w:sz w:val="22"/>
                          <w:szCs w:val="22"/>
                        </w:rPr>
                        <w:t>. vezérigazgató</w:t>
                      </w:r>
                    </w:p>
                    <w:p w14:paraId="5E8B6A7E" w14:textId="77777777" w:rsidR="00F86620" w:rsidRPr="004B457D" w:rsidRDefault="00F86620" w:rsidP="00AB0839">
                      <w:pPr>
                        <w:pStyle w:val="Cm-Pozci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7538C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21EB1884" wp14:editId="37AAD7CD">
                <wp:simplePos x="0" y="0"/>
                <wp:positionH relativeFrom="column">
                  <wp:posOffset>2616200</wp:posOffset>
                </wp:positionH>
                <wp:positionV relativeFrom="page">
                  <wp:posOffset>5568950</wp:posOffset>
                </wp:positionV>
                <wp:extent cx="189230" cy="190500"/>
                <wp:effectExtent l="0" t="0" r="1270" b="0"/>
                <wp:wrapNone/>
                <wp:docPr id="46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201DAE3" id="Oval 37" o:spid="_x0000_s1026" style="position:absolute;margin-left:206pt;margin-top:438.5pt;width:14.9pt;height:15pt;flip:y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9695" behindDoc="0" locked="0" layoutInCell="1" allowOverlap="1" wp14:anchorId="520E098F" wp14:editId="25806270">
                <wp:simplePos x="0" y="0"/>
                <wp:positionH relativeFrom="column">
                  <wp:posOffset>2616200</wp:posOffset>
                </wp:positionH>
                <wp:positionV relativeFrom="page">
                  <wp:posOffset>3835400</wp:posOffset>
                </wp:positionV>
                <wp:extent cx="189230" cy="190500"/>
                <wp:effectExtent l="0" t="0" r="1270" b="0"/>
                <wp:wrapNone/>
                <wp:docPr id="54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33F205F1" id="Oval 37" o:spid="_x0000_s1026" style="position:absolute;margin-left:206pt;margin-top:302pt;width:14.9pt;height:15pt;flip:y;z-index:251869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7647" behindDoc="0" locked="0" layoutInCell="1" allowOverlap="1" wp14:anchorId="43240906" wp14:editId="5FF0449D">
                <wp:simplePos x="0" y="0"/>
                <wp:positionH relativeFrom="column">
                  <wp:posOffset>2603500</wp:posOffset>
                </wp:positionH>
                <wp:positionV relativeFrom="page">
                  <wp:posOffset>2832100</wp:posOffset>
                </wp:positionV>
                <wp:extent cx="189230" cy="190500"/>
                <wp:effectExtent l="0" t="0" r="1270" b="0"/>
                <wp:wrapNone/>
                <wp:docPr id="53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529F96D" id="Oval 37" o:spid="_x0000_s1026" style="position:absolute;margin-left:205pt;margin-top:223pt;width:14.9pt;height:15pt;flip:y;z-index:251867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5599" behindDoc="0" locked="0" layoutInCell="1" allowOverlap="1" wp14:anchorId="59ED7E86" wp14:editId="0649657F">
                <wp:simplePos x="0" y="0"/>
                <wp:positionH relativeFrom="column">
                  <wp:posOffset>2616200</wp:posOffset>
                </wp:positionH>
                <wp:positionV relativeFrom="page">
                  <wp:posOffset>1841500</wp:posOffset>
                </wp:positionV>
                <wp:extent cx="189230" cy="190500"/>
                <wp:effectExtent l="0" t="0" r="1270" b="0"/>
                <wp:wrapNone/>
                <wp:docPr id="52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4D8109C" id="Oval 37" o:spid="_x0000_s1026" style="position:absolute;margin-left:206pt;margin-top:145pt;width:14.9pt;height:15pt;flip:y;z-index:251865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" fillcolor="#0d0d0d [3069]" stroked="f" strokeweight="1pt">
                <v:stroke joinstyle="miter"/>
                <w10:wrap anchory="page"/>
              </v:oval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63551" behindDoc="0" locked="0" layoutInCell="1" allowOverlap="1" wp14:anchorId="79483BEA" wp14:editId="214997C0">
                <wp:simplePos x="0" y="0"/>
                <wp:positionH relativeFrom="column">
                  <wp:posOffset>2692400</wp:posOffset>
                </wp:positionH>
                <wp:positionV relativeFrom="page">
                  <wp:posOffset>1866900</wp:posOffset>
                </wp:positionV>
                <wp:extent cx="12700" cy="3225800"/>
                <wp:effectExtent l="12700" t="0" r="25400" b="254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2258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9F95C3" id="Straight Connector 64" o:spid="_x0000_s1026" style="position:absolute;z-index:251863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12pt,147pt" to="213pt,4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" strokecolor="#0d0d0d [3069]" strokeweight="2.5pt">
                <v:stroke joinstyle="miter"/>
                <w10:wrap anchory="page"/>
              </v:line>
            </w:pict>
          </mc:Fallback>
        </mc:AlternateContent>
      </w:r>
      <w:r w:rsidR="00D0002F"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7407" behindDoc="0" locked="0" layoutInCell="1" allowOverlap="1" wp14:anchorId="16C405A6" wp14:editId="43C3D22E">
                <wp:simplePos x="0" y="0"/>
                <wp:positionH relativeFrom="column">
                  <wp:posOffset>2705100</wp:posOffset>
                </wp:positionH>
                <wp:positionV relativeFrom="page">
                  <wp:posOffset>5619750</wp:posOffset>
                </wp:positionV>
                <wp:extent cx="0" cy="990600"/>
                <wp:effectExtent l="12700" t="0" r="25400" b="25400"/>
                <wp:wrapNone/>
                <wp:docPr id="45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B61C3C" id="Straight Connector 64" o:spid="_x0000_s1026" style="position:absolute;flip:x;z-index:251857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13pt,442.5pt" to="213pt,5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" strokecolor="#0d0d0d [3069]" strokeweight="2.5pt">
                <v:stroke joinstyle="miter"/>
                <w10:wrap anchory="page"/>
              </v:lin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92543" behindDoc="0" locked="0" layoutInCell="1" allowOverlap="1" wp14:anchorId="374632CE" wp14:editId="09D76FE8">
                <wp:simplePos x="0" y="0"/>
                <wp:positionH relativeFrom="column">
                  <wp:posOffset>2819400</wp:posOffset>
                </wp:positionH>
                <wp:positionV relativeFrom="page">
                  <wp:posOffset>1816100</wp:posOffset>
                </wp:positionV>
                <wp:extent cx="4089400" cy="3352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0" cy="3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66CB6" w14:textId="77777777" w:rsidR="004038C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44894"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BCG Budapest Kft.</w:t>
                            </w: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 w14:paraId="2250AD43" w14:textId="49E55836" w:rsidR="004038CE" w:rsidRPr="00A7518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7518E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Service Delivery és Project manager</w:t>
                            </w:r>
                            <w:r w:rsidRPr="00A7518E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ab/>
                              <w:t>2017-2018</w:t>
                            </w:r>
                          </w:p>
                          <w:p w14:paraId="0C13A0DC" w14:textId="77777777" w:rsidR="004038CE" w:rsidRPr="00F44894" w:rsidRDefault="004038CE" w:rsidP="004038CE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F44894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Feladatok:  implementációs projektek lebonyolítása,napi operatív support tevékenység szervezése, felügyelete.</w:t>
                            </w:r>
                          </w:p>
                          <w:p w14:paraId="275D19A5" w14:textId="77777777" w:rsidR="004038C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44894"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ABC Hospitality Zrt.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  <w:p w14:paraId="680ED044" w14:textId="615F7D77" w:rsidR="004038CE" w:rsidRPr="00A7518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7518E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Értékesítési és Account manager</w:t>
                            </w:r>
                            <w:r w:rsidRPr="00A7518E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ab/>
                              <w:t>2015-2017</w:t>
                            </w:r>
                          </w:p>
                          <w:p w14:paraId="1B58B153" w14:textId="77777777" w:rsidR="004038CE" w:rsidRPr="00F44894" w:rsidRDefault="004038CE" w:rsidP="004038CE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F44894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Feladatok: termék és szolgáltatás csomagok értékesítése, account management és a szerződött projektek felügyelete.</w:t>
                            </w:r>
                          </w:p>
                          <w:p w14:paraId="2E77C7A2" w14:textId="77777777" w:rsidR="004038C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F44894"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Texas Hungary Kft.</w:t>
                            </w:r>
                            <w:r w:rsidRPr="00F44894"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E7E6E6" w:themeColor="background2"/>
                                <w:sz w:val="22"/>
                                <w:szCs w:val="22"/>
                                <w14:textFill>
                                  <w14:solidFill>
                                    <w14:schemeClr w14:val="bg2">
                                      <w14:lumMod w14:val="50000"/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349770DB" w14:textId="6C7CF398" w:rsidR="004038CE" w:rsidRPr="00A7518E" w:rsidRDefault="004038CE" w:rsidP="004038CE">
                            <w:pPr>
                              <w:pStyle w:val="H2"/>
                              <w:tabs>
                                <w:tab w:val="left" w:pos="567"/>
                              </w:tabs>
                              <w:rPr>
                                <w:b/>
                                <w:bCs/>
                                <w:noProof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7518E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>Értékesítési és Account Manager</w:t>
                            </w:r>
                            <w:r w:rsidRPr="00A7518E">
                              <w:rPr>
                                <w:b/>
                                <w:bCs/>
                                <w:caps w:val="0"/>
                                <w:color w:val="00AB99"/>
                                <w:sz w:val="22"/>
                                <w:szCs w:val="22"/>
                                <w14:textFill>
                                  <w14:solidFill>
                                    <w14:srgbClr w14:val="00AB99">
                                      <w14:lumMod w14:val="75000"/>
                                      <w14:lumOff w14:val="25000"/>
                                      <w14:lumMod w14:val="95000"/>
                                      <w14:lumOff w14:val="5000"/>
                                    </w14:srgbClr>
                                  </w14:solidFill>
                                </w14:textFill>
                              </w:rPr>
                              <w:tab/>
                              <w:t>2003-2015</w:t>
                            </w:r>
                          </w:p>
                          <w:p w14:paraId="740747CB" w14:textId="6457B0B7" w:rsidR="003B53E1" w:rsidRPr="00AA6EF5" w:rsidRDefault="004038CE" w:rsidP="00AA6EF5">
                            <w:pPr>
                              <w:tabs>
                                <w:tab w:val="left" w:pos="567"/>
                              </w:tabs>
                              <w:jc w:val="both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F44894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>Feladatok: Komplex szálloda üzemeltetési megoldások értékesítése  B2B, B2C szektorban és az implementációs projektek menedzselése a pénzügyi teljesítéssel bezárólag. A teljes magyarországi ügyfélkör account menedzsmentje.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4632CE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222pt;margin-top:143pt;width:322pt;height:264pt;z-index:251692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" filled="f" stroked="f" strokeweight=".5pt">
                <v:textbox inset="0,0,0,0">
                  <w:txbxContent>
                    <w:p w14:paraId="53E66CB6" w14:textId="77777777" w:rsidR="004038C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 w:rsidRPr="00F44894"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BCG Budapest Kft.</w:t>
                      </w:r>
                      <w:r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 w14:paraId="2250AD43" w14:textId="49E55836" w:rsidR="004038CE" w:rsidRPr="00A7518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</w:pPr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 xml:space="preserve">Service </w:t>
                      </w:r>
                      <w:proofErr w:type="spellStart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Delivery</w:t>
                      </w:r>
                      <w:proofErr w:type="spellEnd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 xml:space="preserve"> és Project </w:t>
                      </w:r>
                      <w:proofErr w:type="spellStart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manager</w:t>
                      </w:r>
                      <w:proofErr w:type="spellEnd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ab/>
                        <w:t>2017-2018</w:t>
                      </w:r>
                    </w:p>
                    <w:p w14:paraId="0C13A0DC" w14:textId="77777777" w:rsidR="004038CE" w:rsidRPr="00F44894" w:rsidRDefault="004038CE" w:rsidP="004038CE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Feladatok:  implementációs projektek </w:t>
                      </w:r>
                      <w:proofErr w:type="spellStart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lebonyolítása,napi</w:t>
                      </w:r>
                      <w:proofErr w:type="spellEnd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operatív </w:t>
                      </w:r>
                      <w:proofErr w:type="spellStart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support</w:t>
                      </w:r>
                      <w:proofErr w:type="spellEnd"/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tevékenység szervezése, felügyelete.</w:t>
                      </w:r>
                    </w:p>
                    <w:p w14:paraId="275D19A5" w14:textId="77777777" w:rsidR="004038C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 w:rsidRPr="00F44894"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ABC Hospitality Zrt.</w:t>
                      </w:r>
                      <w:r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</w:p>
                    <w:p w14:paraId="680ED044" w14:textId="615F7D77" w:rsidR="004038CE" w:rsidRPr="00A7518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</w:pPr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 xml:space="preserve">Értékesítési és Account </w:t>
                      </w:r>
                      <w:proofErr w:type="spellStart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manager</w:t>
                      </w:r>
                      <w:proofErr w:type="spellEnd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ab/>
                        <w:t>2015-2017</w:t>
                      </w:r>
                    </w:p>
                    <w:p w14:paraId="1B58B153" w14:textId="77777777" w:rsidR="004038CE" w:rsidRPr="00F44894" w:rsidRDefault="004038CE" w:rsidP="004038CE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Feladatok: termék és szolgáltatás csomagok értékesítése, account management és a szerződött projektek felügyelete.</w:t>
                      </w:r>
                    </w:p>
                    <w:p w14:paraId="2E77C7A2" w14:textId="77777777" w:rsidR="004038C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 w:rsidRPr="00F44894"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Texas Hungary Kft.</w:t>
                      </w:r>
                      <w:r w:rsidRPr="00F44894"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ab/>
                      </w:r>
                      <w:r>
                        <w:rPr>
                          <w:b/>
                          <w:bCs/>
                          <w:noProof/>
                          <w:color w:val="E7E6E6" w:themeColor="background2"/>
                          <w:sz w:val="22"/>
                          <w:szCs w:val="22"/>
                          <w14:textFill>
                            <w14:solidFill>
                              <w14:schemeClr w14:val="bg2">
                                <w14:lumMod w14:val="50000"/>
                                <w14:lumMod w14:val="75000"/>
                                <w14:lumOff w14:val="25000"/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 w14:paraId="349770DB" w14:textId="6C7CF398" w:rsidR="004038CE" w:rsidRPr="00A7518E" w:rsidRDefault="004038CE" w:rsidP="004038CE">
                      <w:pPr>
                        <w:pStyle w:val="H2"/>
                        <w:tabs>
                          <w:tab w:val="left" w:pos="567"/>
                        </w:tabs>
                        <w:rPr>
                          <w:b/>
                          <w:bCs/>
                          <w:noProof/>
                          <w:color w:val="00AB99"/>
                          <w:sz w:val="22"/>
                          <w:szCs w:val="22"/>
                        </w:rPr>
                      </w:pPr>
                      <w:bookmarkStart w:id="1" w:name="_GoBack"/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>Értékesítési és Account Manager</w:t>
                      </w:r>
                      <w:r w:rsidRPr="00A7518E">
                        <w:rPr>
                          <w:b/>
                          <w:bCs/>
                          <w:caps w:val="0"/>
                          <w:color w:val="00AB99"/>
                          <w:sz w:val="22"/>
                          <w:szCs w:val="22"/>
                        </w:rPr>
                        <w:tab/>
                        <w:t>2003-2015</w:t>
                      </w:r>
                    </w:p>
                    <w:bookmarkEnd w:id="1"/>
                    <w:p w14:paraId="740747CB" w14:textId="6457B0B7" w:rsidR="003B53E1" w:rsidRPr="00AA6EF5" w:rsidRDefault="004038CE" w:rsidP="00AA6EF5">
                      <w:pPr>
                        <w:tabs>
                          <w:tab w:val="left" w:pos="567"/>
                        </w:tabs>
                        <w:jc w:val="both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F44894">
                        <w:rPr>
                          <w:rFonts w:ascii="Arial" w:hAnsi="Arial" w:cs="Arial"/>
                          <w:color w:val="7F7F7F" w:themeColor="text1" w:themeTint="80"/>
                        </w:rPr>
                        <w:t>Feladatok: Komplex szálloda üzemeltetési megoldások értékesítése  B2B, B2C szektorban és az implementációs projektek menedzselése a pénzügyi teljesítéssel bezárólag. A teljes magyarországi ügyfélkör account menedzsmentje.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53311" behindDoc="0" locked="0" layoutInCell="1" allowOverlap="1" wp14:anchorId="6FCB8E9F" wp14:editId="6D4B7035">
                <wp:simplePos x="0" y="0"/>
                <wp:positionH relativeFrom="column">
                  <wp:posOffset>3136900</wp:posOffset>
                </wp:positionH>
                <wp:positionV relativeFrom="page">
                  <wp:posOffset>5207000</wp:posOffset>
                </wp:positionV>
                <wp:extent cx="2578100" cy="347980"/>
                <wp:effectExtent l="0" t="0" r="0" b="0"/>
                <wp:wrapNone/>
                <wp:docPr id="32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730DC" w14:textId="3EDC1A1F" w:rsidR="00D0002F" w:rsidRPr="000958B4" w:rsidRDefault="00D0002F" w:rsidP="00D0002F">
                            <w:pPr>
                              <w:pStyle w:val="H1"/>
                            </w:pPr>
                            <w:r>
                              <w:t>TANULMÁNYOK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CB8E9F" id="Text Box 61" o:spid="_x0000_s1040" type="#_x0000_t202" style="position:absolute;margin-left:247pt;margin-top:410pt;width:203pt;height:27.4pt;z-index:251853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" filled="f" stroked="f" strokeweight=".5pt">
                <v:textbox>
                  <w:txbxContent>
                    <w:p w14:paraId="208730DC" w14:textId="3EDC1A1F" w:rsidR="00D0002F" w:rsidRPr="000958B4" w:rsidRDefault="00D0002F" w:rsidP="00D0002F">
                      <w:pPr>
                        <w:pStyle w:val="H1"/>
                      </w:pPr>
                      <w:r>
                        <w:t>TANULMÁNYOK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w:drawing>
          <wp:anchor distT="0" distB="0" distL="114300" distR="114300" simplePos="0" relativeHeight="251851263" behindDoc="1" locked="0" layoutInCell="1" allowOverlap="1" wp14:anchorId="753FEC29" wp14:editId="37B84AA9">
            <wp:simplePos x="0" y="0"/>
            <wp:positionH relativeFrom="column">
              <wp:posOffset>2603500</wp:posOffset>
            </wp:positionH>
            <wp:positionV relativeFrom="paragraph">
              <wp:posOffset>4413250</wp:posOffset>
            </wp:positionV>
            <wp:extent cx="3371850" cy="386080"/>
            <wp:effectExtent l="0" t="0" r="6350" b="0"/>
            <wp:wrapNone/>
            <wp:docPr id="31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02F">
        <w:rPr>
          <w:noProof/>
          <w:lang w:eastAsia="hu-HU"/>
        </w:rPr>
        <w:drawing>
          <wp:anchor distT="0" distB="0" distL="114300" distR="114300" simplePos="0" relativeHeight="251834879" behindDoc="1" locked="0" layoutInCell="1" allowOverlap="1" wp14:anchorId="4F69067D" wp14:editId="3494639E">
            <wp:simplePos x="0" y="0"/>
            <wp:positionH relativeFrom="column">
              <wp:posOffset>2597150</wp:posOffset>
            </wp:positionH>
            <wp:positionV relativeFrom="paragraph">
              <wp:posOffset>6015355</wp:posOffset>
            </wp:positionV>
            <wp:extent cx="3371850" cy="386080"/>
            <wp:effectExtent l="0" t="0" r="6350" b="0"/>
            <wp:wrapNone/>
            <wp:docPr id="62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3855" behindDoc="0" locked="0" layoutInCell="1" allowOverlap="1" wp14:anchorId="7C9FBC81" wp14:editId="7369D8E5">
                <wp:simplePos x="0" y="0"/>
                <wp:positionH relativeFrom="column">
                  <wp:posOffset>3136900</wp:posOffset>
                </wp:positionH>
                <wp:positionV relativeFrom="page">
                  <wp:posOffset>6814820</wp:posOffset>
                </wp:positionV>
                <wp:extent cx="2578100" cy="34798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1ED122" w14:textId="5D7E359F" w:rsidR="00DC2D83" w:rsidRPr="000958B4" w:rsidRDefault="00DC2D83" w:rsidP="000958B4">
                            <w:pPr>
                              <w:pStyle w:val="H1"/>
                            </w:pPr>
                            <w:r w:rsidRPr="000958B4">
                              <w:t>Egyebek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9FBC81" id="_x0000_s1041" type="#_x0000_t202" style="position:absolute;margin-left:247pt;margin-top:536.6pt;width:203pt;height:27.4pt;z-index:251833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" filled="f" stroked="f" strokeweight=".5pt">
                <v:textbox>
                  <w:txbxContent>
                    <w:p w14:paraId="3C1ED122" w14:textId="5D7E359F" w:rsidR="00DC2D83" w:rsidRPr="000958B4" w:rsidRDefault="00DC2D83" w:rsidP="000958B4">
                      <w:pPr>
                        <w:pStyle w:val="H1"/>
                      </w:pPr>
                      <w:r w:rsidRPr="000958B4">
                        <w:t>Egyebek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D0002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9215" behindDoc="0" locked="0" layoutInCell="1" allowOverlap="1" wp14:anchorId="45329107" wp14:editId="230CE4E0">
                <wp:simplePos x="0" y="0"/>
                <wp:positionH relativeFrom="column">
                  <wp:posOffset>2597150</wp:posOffset>
                </wp:positionH>
                <wp:positionV relativeFrom="page">
                  <wp:posOffset>7162800</wp:posOffset>
                </wp:positionV>
                <wp:extent cx="4318000" cy="2692400"/>
                <wp:effectExtent l="0" t="0" r="0" b="0"/>
                <wp:wrapNone/>
                <wp:docPr id="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269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470FF" w14:textId="77777777" w:rsidR="00D0002F" w:rsidRPr="00650A95" w:rsidRDefault="00D0002F" w:rsidP="00D0002F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  <w:t>Nyelvismeret:</w:t>
                            </w:r>
                          </w:p>
                          <w:p w14:paraId="5B8FBF20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Német: középfok</w:t>
                            </w:r>
                          </w:p>
                          <w:p w14:paraId="34A41C52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Angol: tárgyalóképes</w:t>
                            </w:r>
                          </w:p>
                          <w:p w14:paraId="16DF4CA2" w14:textId="77777777" w:rsidR="00D0002F" w:rsidRPr="00650A95" w:rsidRDefault="00D0002F" w:rsidP="00D0002F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  <w:t>Számítógépes ismeret:</w:t>
                            </w:r>
                          </w:p>
                          <w:p w14:paraId="0F8BAA56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Aktív felhasználói szintű PC-ismeretek</w:t>
                            </w:r>
                          </w:p>
                          <w:p w14:paraId="7C1263A7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MS Office (Word ,Excel,Outlook,Internet..) felhasználói alkalmazása</w:t>
                            </w:r>
                          </w:p>
                          <w:p w14:paraId="688609A2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SAP-One felhasználói ismerete és alkalmazása</w:t>
                            </w:r>
                          </w:p>
                          <w:p w14:paraId="792C7160" w14:textId="77777777" w:rsidR="00D0002F" w:rsidRPr="005327BC" w:rsidRDefault="00D0002F" w:rsidP="00D0002F">
                            <w:pPr>
                              <w:pStyle w:val="Felsorols1"/>
                              <w:numPr>
                                <w:ilvl w:val="0"/>
                                <w:numId w:val="26"/>
                              </w:numPr>
                              <w:spacing w:after="120"/>
                              <w:ind w:left="357" w:hanging="357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  <w:r w:rsidRPr="005327BC">
                              <w:rPr>
                                <w:noProof/>
                                <w:sz w:val="22"/>
                                <w:szCs w:val="22"/>
                              </w:rPr>
                              <w:t>Fusion CRM felhasználói alkalmazása.</w:t>
                            </w:r>
                          </w:p>
                          <w:p w14:paraId="390674CC" w14:textId="77777777" w:rsid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bCs/>
                                <w:color w:val="7F7F7F" w:themeColor="text1" w:themeTint="80"/>
                              </w:rPr>
                              <w:t>Vezetői engedély:</w:t>
                            </w:r>
                            <w:r w:rsidRPr="00650A95"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  <w:t xml:space="preserve"> Személygépkocsi, B kategória</w:t>
                            </w:r>
                          </w:p>
                          <w:p w14:paraId="2C008A2E" w14:textId="61329FB1" w:rsidR="00AA6EF5" w:rsidRPr="00D0002F" w:rsidRDefault="00D0002F" w:rsidP="00D0002F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</w:rPr>
                            </w:pPr>
                            <w:r w:rsidRPr="00650A95">
                              <w:rPr>
                                <w:rFonts w:ascii="Arial" w:hAnsi="Arial" w:cs="Arial"/>
                                <w:b/>
                                <w:noProof/>
                                <w:color w:val="767171" w:themeColor="background2" w:themeShade="80"/>
                              </w:rPr>
                              <w:t>Fizetési igény</w:t>
                            </w:r>
                            <w:r w:rsidRPr="00650A95">
                              <w:rPr>
                                <w:rFonts w:ascii="Arial" w:hAnsi="Arial" w:cs="Arial"/>
                                <w:noProof/>
                                <w:color w:val="767171" w:themeColor="background2" w:themeShade="80"/>
                              </w:rPr>
                              <w:t>: xxxxxx  HUF bruttó/hó - alkuképes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329107" id="_x0000_s1042" type="#_x0000_t202" style="position:absolute;margin-left:204.5pt;margin-top:564pt;width:340pt;height:212pt;z-index:251849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" filled="f" stroked="f" strokeweight=".5pt">
                <v:textbox inset="0,0,0,0">
                  <w:txbxContent>
                    <w:p w14:paraId="4CA470FF" w14:textId="77777777" w:rsidR="00D0002F" w:rsidRPr="00650A95" w:rsidRDefault="00D0002F" w:rsidP="00D0002F">
                      <w:pPr>
                        <w:spacing w:before="120" w:after="120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  <w:t>Nyelvismeret:</w:t>
                      </w:r>
                    </w:p>
                    <w:p w14:paraId="5B8FBF20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Német: középfok</w:t>
                      </w:r>
                    </w:p>
                    <w:p w14:paraId="34A41C52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Angol: tárgyalóképes</w:t>
                      </w:r>
                    </w:p>
                    <w:p w14:paraId="16DF4CA2" w14:textId="77777777" w:rsidR="00D0002F" w:rsidRPr="00650A95" w:rsidRDefault="00D0002F" w:rsidP="00D0002F">
                      <w:pPr>
                        <w:spacing w:before="120" w:after="120"/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  <w:t>Számítógépes ismeret:</w:t>
                      </w:r>
                    </w:p>
                    <w:p w14:paraId="0F8BAA56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Aktív felhasználói szintű PC-ismeretek</w:t>
                      </w:r>
                    </w:p>
                    <w:p w14:paraId="7C1263A7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MS Office (Word ,Excel,Outlook,Internet..) felhasználói alkalmazása</w:t>
                      </w:r>
                    </w:p>
                    <w:p w14:paraId="688609A2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SAP-One felhasználói ismerete és alkalmazása</w:t>
                      </w:r>
                    </w:p>
                    <w:p w14:paraId="792C7160" w14:textId="77777777" w:rsidR="00D0002F" w:rsidRPr="005327BC" w:rsidRDefault="00D0002F" w:rsidP="00D0002F">
                      <w:pPr>
                        <w:pStyle w:val="Felsorols1"/>
                        <w:numPr>
                          <w:ilvl w:val="0"/>
                          <w:numId w:val="26"/>
                        </w:numPr>
                        <w:spacing w:after="120"/>
                        <w:ind w:left="357" w:hanging="357"/>
                        <w:rPr>
                          <w:noProof/>
                          <w:sz w:val="22"/>
                          <w:szCs w:val="22"/>
                        </w:rPr>
                      </w:pPr>
                      <w:r w:rsidRPr="005327BC">
                        <w:rPr>
                          <w:noProof/>
                          <w:sz w:val="22"/>
                          <w:szCs w:val="22"/>
                        </w:rPr>
                        <w:t>Fusion CRM felhasználói alkalmazása.</w:t>
                      </w:r>
                    </w:p>
                    <w:p w14:paraId="390674CC" w14:textId="77777777" w:rsid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bCs/>
                          <w:color w:val="7F7F7F" w:themeColor="text1" w:themeTint="80"/>
                        </w:rPr>
                        <w:t>Vezetői engedély:</w:t>
                      </w:r>
                      <w:r w:rsidRPr="00650A95">
                        <w:rPr>
                          <w:rFonts w:ascii="Arial" w:hAnsi="Arial" w:cs="Arial"/>
                          <w:color w:val="7F7F7F" w:themeColor="text1" w:themeTint="80"/>
                        </w:rPr>
                        <w:t xml:space="preserve"> Személygépkocsi, B kategória</w:t>
                      </w:r>
                    </w:p>
                    <w:p w14:paraId="2C008A2E" w14:textId="61329FB1" w:rsidR="00AA6EF5" w:rsidRPr="00D0002F" w:rsidRDefault="00D0002F" w:rsidP="00D0002F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</w:rPr>
                      </w:pPr>
                      <w:r w:rsidRPr="00650A95">
                        <w:rPr>
                          <w:rFonts w:ascii="Arial" w:hAnsi="Arial" w:cs="Arial"/>
                          <w:b/>
                          <w:noProof/>
                          <w:color w:val="767171" w:themeColor="background2" w:themeShade="80"/>
                        </w:rPr>
                        <w:t>Fizetési igény</w:t>
                      </w:r>
                      <w:r w:rsidRPr="00650A95">
                        <w:rPr>
                          <w:rFonts w:ascii="Arial" w:hAnsi="Arial" w:cs="Arial"/>
                          <w:noProof/>
                          <w:color w:val="767171" w:themeColor="background2" w:themeShade="80"/>
                        </w:rPr>
                        <w:t>: xxxxxx  HUF bruttó/hó - alkuképes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038C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5974BF02" wp14:editId="1A4834DE">
                <wp:simplePos x="0" y="0"/>
                <wp:positionH relativeFrom="column">
                  <wp:posOffset>2967990</wp:posOffset>
                </wp:positionH>
                <wp:positionV relativeFrom="page">
                  <wp:posOffset>1301750</wp:posOffset>
                </wp:positionV>
                <wp:extent cx="2933700" cy="347980"/>
                <wp:effectExtent l="0" t="0" r="0" b="0"/>
                <wp:wrapNone/>
                <wp:docPr id="2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85BA95" w14:textId="77777777" w:rsidR="004038CE" w:rsidRDefault="004038CE" w:rsidP="004038CE">
                            <w:pPr>
                              <w:pStyle w:val="H1"/>
                            </w:pPr>
                            <w:r>
                              <w:t>Szakmai tapasztalat</w:t>
                            </w:r>
                          </w:p>
                          <w:p w14:paraId="5453F265" w14:textId="77777777" w:rsidR="004038CE" w:rsidRPr="000958B4" w:rsidRDefault="004038CE" w:rsidP="004038C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74BF02" id="_x0000_s1043" type="#_x0000_t202" style="position:absolute;margin-left:233.7pt;margin-top:102.5pt;width:231pt;height:27.4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" filled="f" stroked="f" strokeweight=".5pt">
                <v:textbox>
                  <w:txbxContent>
                    <w:p w14:paraId="7B85BA95" w14:textId="77777777" w:rsidR="004038CE" w:rsidRDefault="004038CE" w:rsidP="004038CE">
                      <w:pPr>
                        <w:pStyle w:val="H1"/>
                      </w:pPr>
                      <w:r>
                        <w:t>Szakmai tapasztalat</w:t>
                      </w:r>
                    </w:p>
                    <w:p w14:paraId="5453F265" w14:textId="77777777" w:rsidR="004038CE" w:rsidRPr="000958B4" w:rsidRDefault="004038CE" w:rsidP="004038CE">
                      <w:pPr>
                        <w:pStyle w:val="H1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C2D83">
        <w:rPr>
          <w:noProof/>
          <w:lang w:eastAsia="hu-HU"/>
        </w:rPr>
        <w:drawing>
          <wp:anchor distT="0" distB="0" distL="114300" distR="114300" simplePos="0" relativeHeight="251828735" behindDoc="1" locked="0" layoutInCell="1" allowOverlap="1" wp14:anchorId="33663363" wp14:editId="2EF69150">
            <wp:simplePos x="0" y="0"/>
            <wp:positionH relativeFrom="column">
              <wp:posOffset>2711450</wp:posOffset>
            </wp:positionH>
            <wp:positionV relativeFrom="page">
              <wp:posOffset>1266825</wp:posOffset>
            </wp:positionV>
            <wp:extent cx="3371850" cy="386080"/>
            <wp:effectExtent l="0" t="0" r="6350" b="0"/>
            <wp:wrapNone/>
            <wp:docPr id="40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91D" w:rsidRPr="006F7AC3" w:rsidSect="00046071">
      <w:headerReference w:type="default" r:id="rId25"/>
      <w:footerReference w:type="default" r:id="rId26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7AC7F" w14:textId="77777777" w:rsidR="00EC439B" w:rsidRDefault="00EC439B" w:rsidP="00840169">
      <w:pPr>
        <w:spacing w:after="0" w:line="240" w:lineRule="auto"/>
      </w:pPr>
      <w:r>
        <w:separator/>
      </w:r>
    </w:p>
  </w:endnote>
  <w:endnote w:type="continuationSeparator" w:id="0">
    <w:p w14:paraId="232E18BD" w14:textId="77777777" w:rsidR="00EC439B" w:rsidRDefault="00EC439B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conic Stroke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charset w:val="00"/>
    <w:family w:val="auto"/>
    <w:pitch w:val="variable"/>
    <w:sig w:usb0="E00002EF" w:usb1="4000205B" w:usb2="00000028" w:usb3="00000000" w:csb0="0000019F" w:csb1="00000000"/>
  </w:font>
  <w:font w:name="Chivo Light">
    <w:altName w:val="Calibri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679C7F3E" w:rsidR="003124C1" w:rsidRDefault="003124C1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79CA5DEA" wp14:editId="34A3914A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7D600" w14:textId="77777777" w:rsidR="00EC439B" w:rsidRDefault="00EC439B" w:rsidP="00840169">
      <w:pPr>
        <w:spacing w:after="0" w:line="240" w:lineRule="auto"/>
      </w:pPr>
      <w:r>
        <w:separator/>
      </w:r>
    </w:p>
  </w:footnote>
  <w:footnote w:type="continuationSeparator" w:id="0">
    <w:p w14:paraId="1D963AE1" w14:textId="77777777" w:rsidR="00EC439B" w:rsidRDefault="00EC439B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3D87D659" w:rsidR="00C54E28" w:rsidRDefault="00DC2D83">
    <w:pPr>
      <w:pStyle w:val="lfej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1F36D659" wp14:editId="4B03B161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6DA5E12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2.75pt;height:12.75pt" o:bullet="t">
        <v:imagedata r:id="rId1" o:title="arrow-for-list"/>
      </v:shape>
    </w:pict>
  </w:numPicBullet>
  <w:numPicBullet w:numPicBulletId="1">
    <w:pict>
      <v:shape w14:anchorId="2EF91B0E" id="_x0000_i1060" type="#_x0000_t75" style="width:8.25pt;height:8.25pt" o:bullet="t">
        <v:imagedata r:id="rId2" o:title="arrow-for-list"/>
      </v:shape>
    </w:pict>
  </w:numPicBullet>
  <w:numPicBullet w:numPicBulletId="2">
    <w:pict>
      <v:shape w14:anchorId="6D4AC389" id="_x0000_i1061" type="#_x0000_t75" style="width:5.25pt;height:5.25pt" o:bullet="t">
        <v:imagedata r:id="rId3" o:title="checkmark-bullet"/>
      </v:shape>
    </w:pict>
  </w:numPicBullet>
  <w:abstractNum w:abstractNumId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>
    <w:nsid w:val="0DF05C8D"/>
    <w:multiLevelType w:val="hybridMultilevel"/>
    <w:tmpl w:val="CE3A20D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32DED"/>
    <w:multiLevelType w:val="hybridMultilevel"/>
    <w:tmpl w:val="251E7032"/>
    <w:lvl w:ilvl="0" w:tplc="9DC641D6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D43EF"/>
    <w:multiLevelType w:val="hybridMultilevel"/>
    <w:tmpl w:val="673281B8"/>
    <w:lvl w:ilvl="0" w:tplc="02721BB0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94B75"/>
    <w:multiLevelType w:val="hybridMultilevel"/>
    <w:tmpl w:val="12AEE1E6"/>
    <w:lvl w:ilvl="0" w:tplc="459CFFDE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110AA0"/>
    <w:multiLevelType w:val="hybridMultilevel"/>
    <w:tmpl w:val="A26C9D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30C29"/>
    <w:multiLevelType w:val="hybridMultilevel"/>
    <w:tmpl w:val="617892B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9"/>
  </w:num>
  <w:num w:numId="5">
    <w:abstractNumId w:val="27"/>
  </w:num>
  <w:num w:numId="6">
    <w:abstractNumId w:val="18"/>
  </w:num>
  <w:num w:numId="7">
    <w:abstractNumId w:val="0"/>
  </w:num>
  <w:num w:numId="8">
    <w:abstractNumId w:val="24"/>
  </w:num>
  <w:num w:numId="9">
    <w:abstractNumId w:val="1"/>
  </w:num>
  <w:num w:numId="10">
    <w:abstractNumId w:val="20"/>
  </w:num>
  <w:num w:numId="11">
    <w:abstractNumId w:val="12"/>
  </w:num>
  <w:num w:numId="12">
    <w:abstractNumId w:val="23"/>
  </w:num>
  <w:num w:numId="13">
    <w:abstractNumId w:val="11"/>
  </w:num>
  <w:num w:numId="14">
    <w:abstractNumId w:val="19"/>
  </w:num>
  <w:num w:numId="15">
    <w:abstractNumId w:val="10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</w:num>
  <w:num w:numId="19">
    <w:abstractNumId w:val="7"/>
  </w:num>
  <w:num w:numId="20">
    <w:abstractNumId w:val="25"/>
  </w:num>
  <w:num w:numId="21">
    <w:abstractNumId w:val="21"/>
  </w:num>
  <w:num w:numId="22">
    <w:abstractNumId w:val="14"/>
  </w:num>
  <w:num w:numId="23">
    <w:abstractNumId w:val="15"/>
  </w:num>
  <w:num w:numId="24">
    <w:abstractNumId w:val="16"/>
  </w:num>
  <w:num w:numId="25">
    <w:abstractNumId w:val="8"/>
  </w:num>
  <w:num w:numId="26">
    <w:abstractNumId w:val="5"/>
  </w:num>
  <w:num w:numId="27">
    <w:abstractNumId w:val="22"/>
  </w:num>
  <w:num w:numId="28">
    <w:abstractNumId w:val="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attachedTemplate r:id="rId1"/>
  <w:defaultTabStop w:val="56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53A1"/>
    <w:rsid w:val="00046071"/>
    <w:rsid w:val="00050DE4"/>
    <w:rsid w:val="00051835"/>
    <w:rsid w:val="00082262"/>
    <w:rsid w:val="000958B4"/>
    <w:rsid w:val="00095971"/>
    <w:rsid w:val="000D4E38"/>
    <w:rsid w:val="000D7B0F"/>
    <w:rsid w:val="00101BBD"/>
    <w:rsid w:val="00122C3A"/>
    <w:rsid w:val="001254B5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1F6CF5"/>
    <w:rsid w:val="002072A1"/>
    <w:rsid w:val="00215E8A"/>
    <w:rsid w:val="0024680C"/>
    <w:rsid w:val="00254F32"/>
    <w:rsid w:val="002563C2"/>
    <w:rsid w:val="00257029"/>
    <w:rsid w:val="0027538C"/>
    <w:rsid w:val="002A1518"/>
    <w:rsid w:val="002A4462"/>
    <w:rsid w:val="002D394E"/>
    <w:rsid w:val="002E0E65"/>
    <w:rsid w:val="002E136B"/>
    <w:rsid w:val="002E40F3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B53E1"/>
    <w:rsid w:val="003C0B8F"/>
    <w:rsid w:val="003F3444"/>
    <w:rsid w:val="003F59CC"/>
    <w:rsid w:val="004038CE"/>
    <w:rsid w:val="00405FB1"/>
    <w:rsid w:val="00425F23"/>
    <w:rsid w:val="00430454"/>
    <w:rsid w:val="0043658D"/>
    <w:rsid w:val="0044427C"/>
    <w:rsid w:val="004516A3"/>
    <w:rsid w:val="00456E1B"/>
    <w:rsid w:val="004615AB"/>
    <w:rsid w:val="0046176F"/>
    <w:rsid w:val="00465D98"/>
    <w:rsid w:val="004A7D8D"/>
    <w:rsid w:val="004B394C"/>
    <w:rsid w:val="004B457D"/>
    <w:rsid w:val="004D7D58"/>
    <w:rsid w:val="004E4EAF"/>
    <w:rsid w:val="0051412C"/>
    <w:rsid w:val="00516A47"/>
    <w:rsid w:val="00537E9F"/>
    <w:rsid w:val="005555DC"/>
    <w:rsid w:val="005846BA"/>
    <w:rsid w:val="005A1430"/>
    <w:rsid w:val="005A163F"/>
    <w:rsid w:val="005C0509"/>
    <w:rsid w:val="005C5FD4"/>
    <w:rsid w:val="005E29C5"/>
    <w:rsid w:val="005E5C63"/>
    <w:rsid w:val="00610E16"/>
    <w:rsid w:val="006112DC"/>
    <w:rsid w:val="0063396B"/>
    <w:rsid w:val="0063766B"/>
    <w:rsid w:val="00646A73"/>
    <w:rsid w:val="00654522"/>
    <w:rsid w:val="006668E5"/>
    <w:rsid w:val="00695888"/>
    <w:rsid w:val="006A3B62"/>
    <w:rsid w:val="006A7525"/>
    <w:rsid w:val="006D4C81"/>
    <w:rsid w:val="006D7BBF"/>
    <w:rsid w:val="006F3B11"/>
    <w:rsid w:val="006F5227"/>
    <w:rsid w:val="006F7AC3"/>
    <w:rsid w:val="00724500"/>
    <w:rsid w:val="0072519B"/>
    <w:rsid w:val="00741945"/>
    <w:rsid w:val="00763F0F"/>
    <w:rsid w:val="00771628"/>
    <w:rsid w:val="00776BA8"/>
    <w:rsid w:val="00785D53"/>
    <w:rsid w:val="007A17FD"/>
    <w:rsid w:val="007C3D2B"/>
    <w:rsid w:val="007D566D"/>
    <w:rsid w:val="007E4218"/>
    <w:rsid w:val="007E66BB"/>
    <w:rsid w:val="007F57BE"/>
    <w:rsid w:val="007F6D64"/>
    <w:rsid w:val="0080005C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B5614"/>
    <w:rsid w:val="008E2295"/>
    <w:rsid w:val="008E67B6"/>
    <w:rsid w:val="009047CC"/>
    <w:rsid w:val="00937847"/>
    <w:rsid w:val="009538BA"/>
    <w:rsid w:val="0096434D"/>
    <w:rsid w:val="00971B4F"/>
    <w:rsid w:val="00973EC2"/>
    <w:rsid w:val="00977CDD"/>
    <w:rsid w:val="009811CD"/>
    <w:rsid w:val="00984001"/>
    <w:rsid w:val="009C051A"/>
    <w:rsid w:val="009C0AE2"/>
    <w:rsid w:val="009D7710"/>
    <w:rsid w:val="00A05007"/>
    <w:rsid w:val="00A2419C"/>
    <w:rsid w:val="00A44656"/>
    <w:rsid w:val="00A60B4D"/>
    <w:rsid w:val="00A725F2"/>
    <w:rsid w:val="00A7518E"/>
    <w:rsid w:val="00AA6EF5"/>
    <w:rsid w:val="00AB0839"/>
    <w:rsid w:val="00AB3512"/>
    <w:rsid w:val="00AB519A"/>
    <w:rsid w:val="00AC115A"/>
    <w:rsid w:val="00AC6EAB"/>
    <w:rsid w:val="00AE24E4"/>
    <w:rsid w:val="00B0456F"/>
    <w:rsid w:val="00B376EC"/>
    <w:rsid w:val="00B4758C"/>
    <w:rsid w:val="00B711D8"/>
    <w:rsid w:val="00B76433"/>
    <w:rsid w:val="00B83AED"/>
    <w:rsid w:val="00B878FD"/>
    <w:rsid w:val="00B93E47"/>
    <w:rsid w:val="00BA75FA"/>
    <w:rsid w:val="00BC18E3"/>
    <w:rsid w:val="00BC4FFC"/>
    <w:rsid w:val="00BC5768"/>
    <w:rsid w:val="00BE49A4"/>
    <w:rsid w:val="00C00EB7"/>
    <w:rsid w:val="00C1571B"/>
    <w:rsid w:val="00C31524"/>
    <w:rsid w:val="00C54E28"/>
    <w:rsid w:val="00C90A72"/>
    <w:rsid w:val="00C94EB4"/>
    <w:rsid w:val="00CC7990"/>
    <w:rsid w:val="00CD4152"/>
    <w:rsid w:val="00CF4BDD"/>
    <w:rsid w:val="00D0002F"/>
    <w:rsid w:val="00D019BE"/>
    <w:rsid w:val="00D020DA"/>
    <w:rsid w:val="00D03B9C"/>
    <w:rsid w:val="00D047BC"/>
    <w:rsid w:val="00D0588C"/>
    <w:rsid w:val="00D2133C"/>
    <w:rsid w:val="00D27447"/>
    <w:rsid w:val="00D34B91"/>
    <w:rsid w:val="00D47E57"/>
    <w:rsid w:val="00D62DFF"/>
    <w:rsid w:val="00D90875"/>
    <w:rsid w:val="00D95E64"/>
    <w:rsid w:val="00DB5C68"/>
    <w:rsid w:val="00DC2D83"/>
    <w:rsid w:val="00DC59C8"/>
    <w:rsid w:val="00DC7C90"/>
    <w:rsid w:val="00DF4030"/>
    <w:rsid w:val="00DF7E9F"/>
    <w:rsid w:val="00E05A8D"/>
    <w:rsid w:val="00E12C79"/>
    <w:rsid w:val="00E13C03"/>
    <w:rsid w:val="00E32C43"/>
    <w:rsid w:val="00E42E44"/>
    <w:rsid w:val="00E4415D"/>
    <w:rsid w:val="00E55FCD"/>
    <w:rsid w:val="00E567BB"/>
    <w:rsid w:val="00E645F5"/>
    <w:rsid w:val="00E76F08"/>
    <w:rsid w:val="00E841F7"/>
    <w:rsid w:val="00EA1654"/>
    <w:rsid w:val="00EC21E2"/>
    <w:rsid w:val="00EC439B"/>
    <w:rsid w:val="00EC5376"/>
    <w:rsid w:val="00EC6313"/>
    <w:rsid w:val="00EF2B75"/>
    <w:rsid w:val="00F35396"/>
    <w:rsid w:val="00F41205"/>
    <w:rsid w:val="00F47A9D"/>
    <w:rsid w:val="00F549C8"/>
    <w:rsid w:val="00F83A20"/>
    <w:rsid w:val="00F840F9"/>
    <w:rsid w:val="00F86620"/>
    <w:rsid w:val="00FA00C5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spacing w:after="0" w:line="240" w:lineRule="auto"/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0958B4"/>
    <w:pPr>
      <w:spacing w:after="0"/>
    </w:pPr>
    <w:rPr>
      <w:color w:val="FFFFFF" w:themeColor="background1"/>
      <w:spacing w:val="2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695888"/>
    <w:pPr>
      <w:numPr>
        <w:numId w:val="25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svg"/><Relationship Id="rId20" Type="http://schemas.openxmlformats.org/officeDocument/2006/relationships/hyperlink" Target="https://www.linkedin.com/in/andrasbarath/" TargetMode="External"/><Relationship Id="rId21" Type="http://schemas.openxmlformats.org/officeDocument/2006/relationships/image" Target="media/image9.png"/><Relationship Id="rId22" Type="http://schemas.openxmlformats.org/officeDocument/2006/relationships/image" Target="media/image14.svg"/><Relationship Id="rId23" Type="http://schemas.openxmlformats.org/officeDocument/2006/relationships/image" Target="media/image10.png"/><Relationship Id="rId24" Type="http://schemas.openxmlformats.org/officeDocument/2006/relationships/image" Target="media/image16.svg"/><Relationship Id="rId25" Type="http://schemas.openxmlformats.org/officeDocument/2006/relationships/header" Target="header1.xml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7.svg"/><Relationship Id="rId12" Type="http://schemas.openxmlformats.org/officeDocument/2006/relationships/image" Target="media/image6.jpeg"/><Relationship Id="rId13" Type="http://schemas.openxmlformats.org/officeDocument/2006/relationships/image" Target="media/image7.png"/><Relationship Id="rId14" Type="http://schemas.openxmlformats.org/officeDocument/2006/relationships/image" Target="media/image10.svg"/><Relationship Id="rId15" Type="http://schemas.openxmlformats.org/officeDocument/2006/relationships/image" Target="media/image8.png"/><Relationship Id="rId16" Type="http://schemas.openxmlformats.org/officeDocument/2006/relationships/image" Target="media/image12.svg"/><Relationship Id="rId17" Type="http://schemas.openxmlformats.org/officeDocument/2006/relationships/hyperlink" Target="mailto:horvathzsombor@gmail.com" TargetMode="External"/><Relationship Id="rId18" Type="http://schemas.openxmlformats.org/officeDocument/2006/relationships/hyperlink" Target="https://www.linkedin.com/in/andrasbarath/" TargetMode="External"/><Relationship Id="rId19" Type="http://schemas.openxmlformats.org/officeDocument/2006/relationships/hyperlink" Target="mailto:horvathzsombor@gmail.co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20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Relationship Id="rId2" Type="http://schemas.openxmlformats.org/officeDocument/2006/relationships/image" Target="media/image18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EA839A-D216-414A-9EC8-5BC37951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15</TotalTime>
  <Pages>2</Pages>
  <Words>5</Words>
  <Characters>39</Characters>
  <Application>Microsoft Macintosh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10</cp:revision>
  <cp:lastPrinted>2019-10-23T14:09:00Z</cp:lastPrinted>
  <dcterms:created xsi:type="dcterms:W3CDTF">2019-11-18T09:23:00Z</dcterms:created>
  <dcterms:modified xsi:type="dcterms:W3CDTF">2020-05-13T09:41:00Z</dcterms:modified>
</cp:coreProperties>
</file>